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C5" w:rsidRDefault="00005AC5" w:rsidP="001A28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Извештај о реализацији пријемног испита на мастер  академским студијама у школској 2015/2016. години</w:t>
      </w:r>
    </w:p>
    <w:p w:rsidR="00005AC5" w:rsidRDefault="00005AC5" w:rsidP="0068152B">
      <w:pPr>
        <w:jc w:val="both"/>
        <w:rPr>
          <w:rFonts w:ascii="Times New Roman" w:hAnsi="Times New Roman"/>
          <w:b/>
          <w:sz w:val="28"/>
          <w:szCs w:val="28"/>
        </w:rPr>
      </w:pPr>
    </w:p>
    <w:p w:rsidR="00005AC5" w:rsidRDefault="00005AC5" w:rsidP="006815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пријемном испиту на мастер академским студијама пријавило се 203 кандидата који су конкурисали за 295 слободних места (100 буџетских и 195 самофинансирајућих),  на следећим студијским програмима: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Филозофија: 11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Историја: 19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Психологија (модули: Клиничка психологија, Социјална психологија, Развојно-педагошка психологија, Психологија рада) 37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Педагогија (модули: Педагогија, Социјална педагогија) 32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Социологија (модули: Социјална политика, Васпитно-образовни модул) 11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Комуникологија 10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Англистика 31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Филологија (модули: Српска и компаративна књижевност, Српски језик, Методика наставе српског језика и књижевности) 38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Руски језик и књижевност 8</w:t>
      </w:r>
    </w:p>
    <w:p w:rsidR="00005AC5" w:rsidRDefault="00005AC5" w:rsidP="0068152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 академске студије предметне наставе 6</w:t>
      </w:r>
    </w:p>
    <w:p w:rsidR="00005AC5" w:rsidRDefault="00005AC5" w:rsidP="0068152B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Пријемни испит је одржан 7. новембра. Након увида у тестове, Централној комисији су послата три приговора. Централна комисија је приговоре оценила као неосноване.</w:t>
      </w:r>
    </w:p>
    <w:p w:rsidR="00005AC5" w:rsidRDefault="00005AC5" w:rsidP="0068152B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Упис је обављен 13, 14. и 16. новембра.</w:t>
      </w:r>
    </w:p>
    <w:p w:rsidR="00005AC5" w:rsidRDefault="00005AC5" w:rsidP="0068152B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Након уписа остало је 112 слободних места за самофинансирајуће студенте, на следећим студијским програмима: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Филозофија: 4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Историја: 8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Психологија (модули: Клиничка психологија, Социјална психологија, Развојно-педагошка психологија, Психологија рада) 10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Педагогија (модули: Педагогија, Социјална педагогија) 16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Социологија (модули: Социјална политика, Васпитно-образовни модул) 12</w:t>
      </w:r>
    </w:p>
    <w:p w:rsidR="00005AC5" w:rsidRPr="00747ECB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Комуникологија 15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Англистика 14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Филологија (модули: Српска и компаративна књижевност, Српски језик, Методика наставе српског језика и књижевности) 15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Руски језик и књижевност 2</w:t>
      </w:r>
    </w:p>
    <w:p w:rsidR="00005AC5" w:rsidRDefault="00005AC5" w:rsidP="00FA76E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 академске студије предметне наставе 16</w:t>
      </w:r>
    </w:p>
    <w:p w:rsidR="00005AC5" w:rsidRDefault="00005AC5" w:rsidP="00FA76EC">
      <w:pPr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Предлаже се Наставно-научном већу да донесе одлуку о расписивању конкурса у другом уписном року за преостала слободна места.</w:t>
      </w:r>
    </w:p>
    <w:p w:rsidR="00005AC5" w:rsidRDefault="00005AC5" w:rsidP="00FA76EC">
      <w:pPr>
        <w:ind w:left="568"/>
        <w:jc w:val="both"/>
        <w:rPr>
          <w:rFonts w:ascii="Times New Roman" w:hAnsi="Times New Roman"/>
          <w:sz w:val="28"/>
          <w:szCs w:val="28"/>
        </w:rPr>
      </w:pPr>
    </w:p>
    <w:p w:rsidR="00005AC5" w:rsidRDefault="00005AC5" w:rsidP="00FA76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Извештај о реализацији пријемног испита на докторским  академским студијама у школској 2015/2016. години</w:t>
      </w:r>
    </w:p>
    <w:p w:rsidR="00005AC5" w:rsidRDefault="00005AC5" w:rsidP="00FA76EC">
      <w:pPr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пријемном испиту на докторским академским студијама пријавило се 35 кандидата који су конкурисали за 28 слободних места (10 буџетских и 18 самофинансирајућих),  на следећим студијским програмима:</w:t>
      </w:r>
    </w:p>
    <w:p w:rsidR="00005AC5" w:rsidRDefault="00005AC5" w:rsidP="00EB21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Докторске академске студије Филологије 18</w:t>
      </w:r>
    </w:p>
    <w:p w:rsidR="00005AC5" w:rsidRDefault="00005AC5" w:rsidP="00EB21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Докторске академске студије Социологије 4</w:t>
      </w:r>
    </w:p>
    <w:p w:rsidR="00005AC5" w:rsidRDefault="00005AC5" w:rsidP="00EB21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Докторске академске студије Медији и друштво 4</w:t>
      </w:r>
    </w:p>
    <w:p w:rsidR="00005AC5" w:rsidRDefault="00005AC5" w:rsidP="00EB217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Докторске академске студије Психологије 9</w:t>
      </w:r>
    </w:p>
    <w:p w:rsidR="00005AC5" w:rsidRDefault="00005AC5" w:rsidP="000A77B9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Пријемни испит је одржан 14. новембра. </w:t>
      </w:r>
    </w:p>
    <w:p w:rsidR="00005AC5" w:rsidRDefault="00005AC5" w:rsidP="000A77B9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005AC5" w:rsidRDefault="00005AC5" w:rsidP="000A77B9">
      <w:pPr>
        <w:ind w:left="36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Након увида у тестове, Централној комисији je  послат један приговор. Централна комисија је приговор оценила као неоснован.</w:t>
      </w:r>
    </w:p>
    <w:p w:rsidR="00005AC5" w:rsidRDefault="00005AC5" w:rsidP="000A77B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Упис је обављен 20. и 21. новембра.</w:t>
      </w:r>
    </w:p>
    <w:p w:rsidR="00005AC5" w:rsidRDefault="00005AC5" w:rsidP="001552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Предлаже се Наставно-научном већу Филозофског факултета да упути Сенату универзитета предлог за проширење квоте за упис на докторским студијама филологије (20 места), у складу са одлуком акредитационе комисије од 17. априла 2015. године.</w:t>
      </w:r>
    </w:p>
    <w:p w:rsidR="00005AC5" w:rsidRDefault="00005AC5" w:rsidP="001552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Нишу, 19. новембра, 2015.</w:t>
      </w:r>
    </w:p>
    <w:p w:rsidR="00005AC5" w:rsidRDefault="00005AC5" w:rsidP="001552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Подносилац извештаја</w:t>
      </w:r>
    </w:p>
    <w:p w:rsidR="00005AC5" w:rsidRDefault="00005AC5" w:rsidP="001552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Проф. др Снежана Милосављевић Милић</w:t>
      </w:r>
    </w:p>
    <w:p w:rsidR="00005AC5" w:rsidRPr="00155287" w:rsidRDefault="00005AC5" w:rsidP="001552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Председник Централне комисије за спровођење пријемног испита</w:t>
      </w:r>
    </w:p>
    <w:p w:rsidR="00005AC5" w:rsidRPr="000A77B9" w:rsidRDefault="00005AC5" w:rsidP="000A77B9">
      <w:pPr>
        <w:ind w:left="720"/>
        <w:jc w:val="both"/>
        <w:rPr>
          <w:rFonts w:ascii="Times New Roman" w:hAnsi="Times New Roman"/>
          <w:sz w:val="28"/>
          <w:szCs w:val="28"/>
        </w:rPr>
      </w:pPr>
    </w:p>
    <w:sectPr w:rsidR="00005AC5" w:rsidRPr="000A77B9" w:rsidSect="002705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26340"/>
    <w:multiLevelType w:val="hybridMultilevel"/>
    <w:tmpl w:val="AB5C6678"/>
    <w:lvl w:ilvl="0" w:tplc="040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567C15FE"/>
    <w:multiLevelType w:val="hybridMultilevel"/>
    <w:tmpl w:val="D9F8BF86"/>
    <w:lvl w:ilvl="0" w:tplc="040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">
    <w:nsid w:val="5AC27B2C"/>
    <w:multiLevelType w:val="hybridMultilevel"/>
    <w:tmpl w:val="AB5C6678"/>
    <w:lvl w:ilvl="0" w:tplc="040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8BE"/>
    <w:rsid w:val="00005AC5"/>
    <w:rsid w:val="000616BB"/>
    <w:rsid w:val="000A77B9"/>
    <w:rsid w:val="000D184C"/>
    <w:rsid w:val="00155287"/>
    <w:rsid w:val="001A28BE"/>
    <w:rsid w:val="001E68BC"/>
    <w:rsid w:val="002705EA"/>
    <w:rsid w:val="004355F4"/>
    <w:rsid w:val="004F3450"/>
    <w:rsid w:val="0062460C"/>
    <w:rsid w:val="00637616"/>
    <w:rsid w:val="0068152B"/>
    <w:rsid w:val="00747ECB"/>
    <w:rsid w:val="00886171"/>
    <w:rsid w:val="009E6C94"/>
    <w:rsid w:val="00A723DE"/>
    <w:rsid w:val="00AD77FE"/>
    <w:rsid w:val="00B55715"/>
    <w:rsid w:val="00DB2DF6"/>
    <w:rsid w:val="00DC2BF8"/>
    <w:rsid w:val="00EB2176"/>
    <w:rsid w:val="00FA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5F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81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417</Words>
  <Characters>2377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реализацији пријемног испита на мастер  академским студијама у школској 2015/2016</dc:title>
  <dc:subject/>
  <dc:creator>user</dc:creator>
  <cp:keywords/>
  <dc:description/>
  <cp:lastModifiedBy>rc</cp:lastModifiedBy>
  <cp:revision>2</cp:revision>
  <dcterms:created xsi:type="dcterms:W3CDTF">2015-11-24T11:44:00Z</dcterms:created>
  <dcterms:modified xsi:type="dcterms:W3CDTF">2015-11-24T11:44:00Z</dcterms:modified>
</cp:coreProperties>
</file>