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7EC" w:rsidRPr="00EC3A42" w:rsidRDefault="005527EC" w:rsidP="00EC3A42">
      <w:pPr>
        <w:spacing w:after="0" w:line="240" w:lineRule="auto"/>
        <w:jc w:val="center"/>
        <w:rPr>
          <w:rFonts w:ascii="Times New Roman" w:hAnsi="Times New Roman" w:cs="Times New Roman"/>
          <w:b/>
          <w:sz w:val="24"/>
          <w:szCs w:val="24"/>
        </w:rPr>
      </w:pPr>
      <w:r w:rsidRPr="00EC3A42">
        <w:rPr>
          <w:rFonts w:ascii="Times New Roman" w:hAnsi="Times New Roman" w:cs="Times New Roman"/>
          <w:b/>
          <w:sz w:val="24"/>
          <w:szCs w:val="24"/>
        </w:rPr>
        <w:t>UNIVERZITET U NIŠU</w:t>
      </w:r>
    </w:p>
    <w:p w:rsidR="005527EC" w:rsidRPr="00EC3A42" w:rsidRDefault="005527EC" w:rsidP="00EC3A42">
      <w:pPr>
        <w:spacing w:after="0" w:line="240" w:lineRule="auto"/>
        <w:jc w:val="center"/>
        <w:rPr>
          <w:rFonts w:ascii="Times New Roman" w:hAnsi="Times New Roman" w:cs="Times New Roman"/>
          <w:b/>
          <w:sz w:val="24"/>
          <w:szCs w:val="24"/>
        </w:rPr>
      </w:pPr>
      <w:r w:rsidRPr="00EC3A42">
        <w:rPr>
          <w:rFonts w:ascii="Times New Roman" w:hAnsi="Times New Roman" w:cs="Times New Roman"/>
          <w:b/>
          <w:sz w:val="24"/>
          <w:szCs w:val="24"/>
        </w:rPr>
        <w:t>FILOZOFSKI FAKULTET NIŠ</w:t>
      </w:r>
    </w:p>
    <w:p w:rsidR="005527EC" w:rsidRPr="00EC3A42" w:rsidRDefault="005527EC" w:rsidP="00EC3A42">
      <w:pPr>
        <w:spacing w:after="0" w:line="240" w:lineRule="auto"/>
        <w:jc w:val="center"/>
        <w:rPr>
          <w:rFonts w:ascii="Times New Roman" w:hAnsi="Times New Roman" w:cs="Times New Roman"/>
          <w:b/>
          <w:sz w:val="24"/>
          <w:szCs w:val="24"/>
        </w:rPr>
      </w:pPr>
      <w:r w:rsidRPr="00EC3A42">
        <w:rPr>
          <w:rFonts w:ascii="Times New Roman" w:hAnsi="Times New Roman" w:cs="Times New Roman"/>
          <w:b/>
          <w:sz w:val="24"/>
          <w:szCs w:val="24"/>
        </w:rPr>
        <w:t>Naučno-nastavno Veću</w:t>
      </w:r>
    </w:p>
    <w:p w:rsidR="005527EC" w:rsidRPr="00EC3A42" w:rsidRDefault="005527EC" w:rsidP="00EC3A42">
      <w:pPr>
        <w:spacing w:after="0" w:line="240" w:lineRule="auto"/>
        <w:rPr>
          <w:rFonts w:ascii="Times New Roman" w:hAnsi="Times New Roman" w:cs="Times New Roman"/>
          <w:b/>
          <w:sz w:val="24"/>
          <w:szCs w:val="24"/>
          <w:u w:val="single"/>
        </w:rPr>
      </w:pPr>
    </w:p>
    <w:p w:rsidR="005527EC" w:rsidRPr="00EC3A42" w:rsidRDefault="005527EC" w:rsidP="00EC3A42">
      <w:pPr>
        <w:spacing w:after="0" w:line="240" w:lineRule="auto"/>
        <w:jc w:val="both"/>
        <w:rPr>
          <w:rFonts w:ascii="Times New Roman" w:hAnsi="Times New Roman" w:cs="Times New Roman"/>
          <w:sz w:val="24"/>
          <w:szCs w:val="24"/>
        </w:rPr>
      </w:pPr>
    </w:p>
    <w:p w:rsidR="005527EC" w:rsidRDefault="005527EC" w:rsidP="00F271B0">
      <w:pPr>
        <w:spacing w:after="0" w:line="240" w:lineRule="auto"/>
        <w:ind w:firstLine="708"/>
        <w:jc w:val="both"/>
        <w:rPr>
          <w:rFonts w:ascii="Times New Roman" w:hAnsi="Times New Roman" w:cs="Times New Roman"/>
          <w:sz w:val="24"/>
          <w:szCs w:val="24"/>
          <w:lang w:val="sr-Latn-CS"/>
        </w:rPr>
      </w:pPr>
      <w:r w:rsidRPr="00EC3A42">
        <w:rPr>
          <w:rFonts w:ascii="Times New Roman" w:hAnsi="Times New Roman" w:cs="Times New Roman"/>
          <w:sz w:val="24"/>
          <w:szCs w:val="24"/>
        </w:rPr>
        <w:t>Na sjednici Nastavno-naučnog Veća Filozofskog fakulteta od</w:t>
      </w:r>
      <w:r w:rsidR="00A65FF7">
        <w:rPr>
          <w:rFonts w:ascii="Times New Roman" w:hAnsi="Times New Roman" w:cs="Times New Roman"/>
          <w:sz w:val="24"/>
          <w:szCs w:val="24"/>
        </w:rPr>
        <w:t xml:space="preserve"> 25.03.2015. godine</w:t>
      </w:r>
      <w:r w:rsidRPr="00EC3A42">
        <w:rPr>
          <w:rFonts w:ascii="Times New Roman" w:hAnsi="Times New Roman" w:cs="Times New Roman"/>
          <w:sz w:val="24"/>
          <w:szCs w:val="24"/>
        </w:rPr>
        <w:t xml:space="preserve"> imenovan sam za recenzenta za davanje stručne ocjene rukopisa zbornika radova jezičke sekcije sa </w:t>
      </w:r>
      <w:r w:rsidRPr="00EC3A42">
        <w:rPr>
          <w:rFonts w:ascii="Times New Roman" w:hAnsi="Times New Roman" w:cs="Times New Roman"/>
          <w:sz w:val="24"/>
          <w:szCs w:val="24"/>
          <w:lang w:val="sr-Latn-CS"/>
        </w:rPr>
        <w:t xml:space="preserve">osme multidisciplinarne međunarodne konferencije </w:t>
      </w:r>
      <w:r w:rsidRPr="00EC3A42">
        <w:rPr>
          <w:rFonts w:ascii="Times New Roman" w:hAnsi="Times New Roman" w:cs="Times New Roman"/>
          <w:i/>
          <w:iCs/>
          <w:sz w:val="24"/>
          <w:szCs w:val="24"/>
          <w:lang w:val="sr-Latn-CS"/>
        </w:rPr>
        <w:t>Jezik, književnost, diskurs</w:t>
      </w:r>
      <w:r w:rsidRPr="00EC3A42">
        <w:rPr>
          <w:rFonts w:ascii="Times New Roman" w:hAnsi="Times New Roman" w:cs="Times New Roman"/>
          <w:sz w:val="24"/>
          <w:szCs w:val="24"/>
          <w:lang w:val="sr-Latn-CS"/>
        </w:rPr>
        <w:t xml:space="preserve">, održane na Filozofskom fakultetu u Nišu 25. i 26. aprila 2014. </w:t>
      </w:r>
      <w:r w:rsidR="00EC3A42" w:rsidRPr="00EC3A42">
        <w:rPr>
          <w:rFonts w:ascii="Times New Roman" w:hAnsi="Times New Roman" w:cs="Times New Roman"/>
          <w:sz w:val="24"/>
          <w:szCs w:val="24"/>
          <w:lang w:val="sr-Latn-CS"/>
        </w:rPr>
        <w:t>g</w:t>
      </w:r>
      <w:r w:rsidRPr="00EC3A42">
        <w:rPr>
          <w:rFonts w:ascii="Times New Roman" w:hAnsi="Times New Roman" w:cs="Times New Roman"/>
          <w:sz w:val="24"/>
          <w:szCs w:val="24"/>
          <w:lang w:val="sr-Latn-CS"/>
        </w:rPr>
        <w:t>odine</w:t>
      </w:r>
      <w:r w:rsidR="00EC3A42" w:rsidRPr="00EC3A42">
        <w:rPr>
          <w:rFonts w:ascii="Times New Roman" w:hAnsi="Times New Roman" w:cs="Times New Roman"/>
          <w:sz w:val="24"/>
          <w:szCs w:val="24"/>
          <w:lang w:val="sr-Latn-CS"/>
        </w:rPr>
        <w:t>. Na osnovu te odluke, podnosim Vijeću sljedeću</w:t>
      </w:r>
    </w:p>
    <w:p w:rsidR="00A65FF7" w:rsidRDefault="00A65FF7" w:rsidP="00EC3A42">
      <w:pPr>
        <w:spacing w:after="0" w:line="240" w:lineRule="auto"/>
        <w:jc w:val="both"/>
        <w:rPr>
          <w:rFonts w:ascii="Times New Roman" w:hAnsi="Times New Roman" w:cs="Times New Roman"/>
          <w:sz w:val="24"/>
          <w:szCs w:val="24"/>
          <w:lang w:val="sr-Latn-CS"/>
        </w:rPr>
      </w:pPr>
    </w:p>
    <w:p w:rsidR="00EC3A42" w:rsidRPr="00EC3A42" w:rsidRDefault="00EC3A42" w:rsidP="00EC3A42">
      <w:pPr>
        <w:spacing w:after="0" w:line="240" w:lineRule="auto"/>
        <w:jc w:val="both"/>
        <w:rPr>
          <w:rFonts w:ascii="Times New Roman" w:hAnsi="Times New Roman" w:cs="Times New Roman"/>
          <w:sz w:val="24"/>
          <w:szCs w:val="24"/>
          <w:lang w:val="sr-Latn-CS"/>
        </w:rPr>
      </w:pPr>
    </w:p>
    <w:p w:rsidR="00EC3A42" w:rsidRPr="00EC3A42" w:rsidRDefault="00EC3A42" w:rsidP="00EC3A42">
      <w:pPr>
        <w:spacing w:after="0" w:line="240" w:lineRule="auto"/>
        <w:jc w:val="center"/>
        <w:rPr>
          <w:rFonts w:ascii="Times New Roman" w:hAnsi="Times New Roman" w:cs="Times New Roman"/>
          <w:b/>
          <w:sz w:val="24"/>
          <w:szCs w:val="24"/>
        </w:rPr>
      </w:pPr>
      <w:r w:rsidRPr="00EC3A42">
        <w:rPr>
          <w:rFonts w:ascii="Times New Roman" w:hAnsi="Times New Roman" w:cs="Times New Roman"/>
          <w:b/>
          <w:sz w:val="24"/>
          <w:szCs w:val="24"/>
          <w:lang w:val="sr-Latn-CS"/>
        </w:rPr>
        <w:t>RECENZIJU</w:t>
      </w:r>
    </w:p>
    <w:p w:rsidR="005527EC" w:rsidRPr="00EC3A42" w:rsidRDefault="00EC3A42" w:rsidP="00EC3A42">
      <w:pPr>
        <w:spacing w:after="0" w:line="240" w:lineRule="auto"/>
        <w:jc w:val="center"/>
        <w:rPr>
          <w:rFonts w:ascii="Times New Roman" w:hAnsi="Times New Roman" w:cs="Times New Roman"/>
          <w:i/>
          <w:sz w:val="24"/>
          <w:szCs w:val="24"/>
          <w:lang w:val="sr-Latn-CS"/>
        </w:rPr>
      </w:pPr>
      <w:r w:rsidRPr="00EC3A42">
        <w:rPr>
          <w:rFonts w:ascii="Times New Roman" w:hAnsi="Times New Roman" w:cs="Times New Roman"/>
          <w:sz w:val="24"/>
          <w:szCs w:val="24"/>
          <w:lang w:val="sr-Latn-CS"/>
        </w:rPr>
        <w:t>Zbornika radova više autora</w:t>
      </w:r>
    </w:p>
    <w:p w:rsidR="00EC3A42" w:rsidRPr="00EC3A42" w:rsidRDefault="00EC3A42" w:rsidP="00EC3A42">
      <w:pPr>
        <w:spacing w:after="0" w:line="240" w:lineRule="auto"/>
        <w:jc w:val="center"/>
        <w:rPr>
          <w:rFonts w:ascii="Times New Roman" w:hAnsi="Times New Roman" w:cs="Times New Roman"/>
          <w:i/>
          <w:sz w:val="24"/>
          <w:szCs w:val="24"/>
          <w:lang w:val="sr-Latn-CS"/>
        </w:rPr>
      </w:pPr>
      <w:r w:rsidRPr="00EC3A42">
        <w:rPr>
          <w:rFonts w:ascii="Times New Roman" w:hAnsi="Times New Roman" w:cs="Times New Roman"/>
          <w:i/>
          <w:sz w:val="24"/>
          <w:szCs w:val="24"/>
          <w:lang w:val="sr-Latn-CS"/>
        </w:rPr>
        <w:t>urednica Biljane Mišić Ilić i Vesne Lopićić</w:t>
      </w:r>
    </w:p>
    <w:p w:rsidR="00EC3A42" w:rsidRPr="00EC3A42" w:rsidRDefault="00EC3A42" w:rsidP="00EC3A42">
      <w:pPr>
        <w:spacing w:after="0" w:line="240" w:lineRule="auto"/>
        <w:jc w:val="center"/>
        <w:rPr>
          <w:rFonts w:ascii="Times New Roman" w:hAnsi="Times New Roman" w:cs="Times New Roman"/>
          <w:sz w:val="24"/>
          <w:szCs w:val="24"/>
          <w:lang w:val="sr-Latn-CS"/>
        </w:rPr>
      </w:pPr>
      <w:r w:rsidRPr="00EC3A42">
        <w:rPr>
          <w:rFonts w:ascii="Times New Roman" w:hAnsi="Times New Roman" w:cs="Times New Roman"/>
          <w:i/>
          <w:sz w:val="24"/>
          <w:szCs w:val="24"/>
          <w:lang w:val="sr-Latn-CS"/>
        </w:rPr>
        <w:t>pod nazivom</w:t>
      </w:r>
      <w:r w:rsidRPr="00EC3A42">
        <w:rPr>
          <w:rFonts w:ascii="Times New Roman" w:hAnsi="Times New Roman" w:cs="Times New Roman"/>
          <w:i/>
          <w:iCs/>
          <w:sz w:val="24"/>
          <w:szCs w:val="24"/>
          <w:lang w:val="sr-Latn-CS"/>
        </w:rPr>
        <w:t xml:space="preserve"> </w:t>
      </w:r>
      <w:r w:rsidRPr="00A65FF7">
        <w:rPr>
          <w:rFonts w:ascii="Times New Roman" w:hAnsi="Times New Roman" w:cs="Times New Roman"/>
          <w:b/>
          <w:i/>
          <w:iCs/>
          <w:sz w:val="24"/>
          <w:szCs w:val="24"/>
          <w:lang w:val="sr-Latn-CS"/>
        </w:rPr>
        <w:t>Jezik, književnost, diskurs</w:t>
      </w:r>
      <w:r w:rsidRPr="00A65FF7">
        <w:rPr>
          <w:rFonts w:ascii="Times New Roman" w:hAnsi="Times New Roman" w:cs="Times New Roman"/>
          <w:b/>
          <w:i/>
          <w:sz w:val="24"/>
          <w:szCs w:val="24"/>
          <w:lang w:val="sr-Latn-CS"/>
        </w:rPr>
        <w:t>: jezička istraživanja</w:t>
      </w:r>
    </w:p>
    <w:p w:rsidR="005527EC" w:rsidRDefault="005527EC" w:rsidP="00EC3A42">
      <w:pPr>
        <w:spacing w:after="0" w:line="240" w:lineRule="auto"/>
        <w:jc w:val="center"/>
        <w:rPr>
          <w:rFonts w:ascii="Times New Roman" w:hAnsi="Times New Roman" w:cs="Times New Roman"/>
          <w:sz w:val="24"/>
          <w:szCs w:val="24"/>
        </w:rPr>
      </w:pPr>
    </w:p>
    <w:p w:rsidR="00EC3A42" w:rsidRPr="00F271B0" w:rsidRDefault="00EC3A42" w:rsidP="00F271B0">
      <w:pPr>
        <w:spacing w:after="0" w:line="240" w:lineRule="auto"/>
        <w:jc w:val="both"/>
        <w:rPr>
          <w:rFonts w:ascii="Times New Roman" w:hAnsi="Times New Roman" w:cs="Times New Roman"/>
          <w:sz w:val="24"/>
          <w:szCs w:val="24"/>
        </w:rPr>
      </w:pPr>
    </w:p>
    <w:p w:rsidR="00F271B0" w:rsidRDefault="00EC3A42" w:rsidP="00F271B0">
      <w:pPr>
        <w:spacing w:after="0" w:line="240" w:lineRule="auto"/>
        <w:ind w:firstLine="708"/>
        <w:jc w:val="both"/>
        <w:rPr>
          <w:rFonts w:ascii="Times New Roman" w:hAnsi="Times New Roman" w:cs="Times New Roman"/>
          <w:sz w:val="24"/>
          <w:szCs w:val="24"/>
          <w:lang w:val="sr-Latn-CS"/>
        </w:rPr>
      </w:pPr>
      <w:r w:rsidRPr="00F271B0">
        <w:rPr>
          <w:rFonts w:ascii="Times New Roman" w:hAnsi="Times New Roman" w:cs="Times New Roman"/>
          <w:sz w:val="24"/>
          <w:szCs w:val="24"/>
        </w:rPr>
        <w:t xml:space="preserve">Zbornik lingvističkih radova </w:t>
      </w:r>
      <w:r w:rsidR="00A65FF7" w:rsidRPr="00F271B0">
        <w:rPr>
          <w:rFonts w:ascii="Times New Roman" w:hAnsi="Times New Roman" w:cs="Times New Roman"/>
          <w:i/>
          <w:iCs/>
          <w:sz w:val="24"/>
          <w:szCs w:val="24"/>
          <w:lang w:val="sr-Latn-CS"/>
        </w:rPr>
        <w:t>Jezik, književnost, diskurs</w:t>
      </w:r>
      <w:r w:rsidR="00A65FF7" w:rsidRPr="00F271B0">
        <w:rPr>
          <w:rFonts w:ascii="Times New Roman" w:hAnsi="Times New Roman" w:cs="Times New Roman"/>
          <w:i/>
          <w:sz w:val="24"/>
          <w:szCs w:val="24"/>
          <w:lang w:val="sr-Latn-CS"/>
        </w:rPr>
        <w:t>: jezička istraživanja</w:t>
      </w:r>
      <w:r w:rsidR="00A65FF7" w:rsidRPr="00F271B0">
        <w:rPr>
          <w:rFonts w:ascii="Times New Roman" w:hAnsi="Times New Roman" w:cs="Times New Roman"/>
          <w:sz w:val="24"/>
          <w:szCs w:val="24"/>
        </w:rPr>
        <w:t xml:space="preserve"> </w:t>
      </w:r>
      <w:r w:rsidRPr="00F271B0">
        <w:rPr>
          <w:rFonts w:ascii="Times New Roman" w:hAnsi="Times New Roman" w:cs="Times New Roman"/>
          <w:sz w:val="24"/>
          <w:szCs w:val="24"/>
        </w:rPr>
        <w:t>sa</w:t>
      </w:r>
      <w:r w:rsidR="00A65FF7" w:rsidRPr="00F271B0">
        <w:rPr>
          <w:rFonts w:ascii="Times New Roman" w:hAnsi="Times New Roman" w:cs="Times New Roman"/>
          <w:sz w:val="24"/>
          <w:szCs w:val="24"/>
        </w:rPr>
        <w:t xml:space="preserve"> pomenute</w:t>
      </w:r>
      <w:r w:rsidRPr="00F271B0">
        <w:rPr>
          <w:rFonts w:ascii="Times New Roman" w:hAnsi="Times New Roman" w:cs="Times New Roman"/>
          <w:sz w:val="24"/>
          <w:szCs w:val="24"/>
        </w:rPr>
        <w:t xml:space="preserve"> međunarodne konferencije </w:t>
      </w:r>
      <w:r w:rsidRPr="00F271B0">
        <w:rPr>
          <w:rFonts w:ascii="Times New Roman" w:hAnsi="Times New Roman" w:cs="Times New Roman"/>
          <w:iCs/>
          <w:sz w:val="24"/>
          <w:szCs w:val="24"/>
          <w:lang w:val="sr-Latn-CS"/>
        </w:rPr>
        <w:t xml:space="preserve">sastoji se od </w:t>
      </w:r>
      <w:r w:rsidR="00A65FF7" w:rsidRPr="00F271B0">
        <w:rPr>
          <w:rFonts w:ascii="Times New Roman" w:hAnsi="Times New Roman" w:cs="Times New Roman"/>
          <w:iCs/>
          <w:sz w:val="24"/>
          <w:szCs w:val="24"/>
          <w:lang w:val="sr-Latn-CS"/>
        </w:rPr>
        <w:t>4</w:t>
      </w:r>
      <w:r w:rsidR="00F271B0" w:rsidRPr="00F271B0">
        <w:rPr>
          <w:rFonts w:ascii="Times New Roman" w:hAnsi="Times New Roman" w:cs="Times New Roman"/>
          <w:iCs/>
          <w:sz w:val="24"/>
          <w:szCs w:val="24"/>
          <w:lang w:val="sr-Latn-CS"/>
        </w:rPr>
        <w:t>6</w:t>
      </w:r>
      <w:r w:rsidR="00A65FF7" w:rsidRPr="00F271B0">
        <w:rPr>
          <w:rFonts w:ascii="Times New Roman" w:hAnsi="Times New Roman" w:cs="Times New Roman"/>
          <w:iCs/>
          <w:sz w:val="24"/>
          <w:szCs w:val="24"/>
          <w:lang w:val="sr-Latn-CS"/>
        </w:rPr>
        <w:t xml:space="preserve"> radova autora iz </w:t>
      </w:r>
      <w:r w:rsidR="00A65FF7" w:rsidRPr="00F271B0">
        <w:rPr>
          <w:rFonts w:ascii="Times New Roman" w:hAnsi="Times New Roman" w:cs="Times New Roman"/>
          <w:sz w:val="24"/>
          <w:szCs w:val="24"/>
          <w:lang w:val="sr-Latn-CS"/>
        </w:rPr>
        <w:t>Srbije, Crne Gore, Bosne i Hercegovine, Makedonije, Hrvatske, Bugarske i Francuske.</w:t>
      </w:r>
      <w:r w:rsidR="00F271B0" w:rsidRPr="00F271B0">
        <w:rPr>
          <w:rFonts w:ascii="Times New Roman" w:hAnsi="Times New Roman" w:cs="Times New Roman"/>
          <w:sz w:val="24"/>
          <w:szCs w:val="24"/>
          <w:lang w:val="sr-Latn-CS"/>
        </w:rPr>
        <w:t xml:space="preserve"> Radovi su podijeljeni u četiri dijela: (1) Specifični diskursi – tekst, stil i registar;  (2) Diskurs, politika, komunikacija;  (3) Diskursna vrednost elemenata jezičkog sistema;  i (4) Diskursna perspektiva u nastavi stranih jezika.</w:t>
      </w:r>
    </w:p>
    <w:p w:rsidR="00F271B0" w:rsidRDefault="00F271B0" w:rsidP="00F271B0">
      <w:pPr>
        <w:spacing w:after="0" w:line="240" w:lineRule="auto"/>
        <w:ind w:firstLine="708"/>
        <w:jc w:val="both"/>
        <w:rPr>
          <w:rFonts w:ascii="Times New Roman" w:hAnsi="Times New Roman" w:cs="Times New Roman"/>
          <w:sz w:val="24"/>
          <w:szCs w:val="24"/>
          <w:lang w:val="sr-Latn-CS"/>
        </w:rPr>
      </w:pPr>
      <w:r>
        <w:rPr>
          <w:rFonts w:ascii="Times New Roman" w:hAnsi="Times New Roman" w:cs="Times New Roman"/>
          <w:sz w:val="24"/>
          <w:szCs w:val="24"/>
          <w:lang w:val="sr-Latn-CS"/>
        </w:rPr>
        <w:t xml:space="preserve">Osnovna nit koja povezuje sve ove radove je diskurs. Dovodeći u vezu jezik i književnost sa aktuelnim društvenim pojavama, organizatori konferencije su pošli od ideje da termini „diskurs“ i „analiza diskursa“ predstavljaju predmet interesovanja </w:t>
      </w:r>
      <w:r w:rsidR="00735F4F">
        <w:rPr>
          <w:rFonts w:ascii="Times New Roman" w:hAnsi="Times New Roman" w:cs="Times New Roman"/>
          <w:sz w:val="24"/>
          <w:szCs w:val="24"/>
          <w:lang w:val="sr-Latn-CS"/>
        </w:rPr>
        <w:t xml:space="preserve">i </w:t>
      </w:r>
      <w:r>
        <w:rPr>
          <w:rFonts w:ascii="Times New Roman" w:hAnsi="Times New Roman" w:cs="Times New Roman"/>
          <w:sz w:val="24"/>
          <w:szCs w:val="24"/>
          <w:lang w:val="sr-Latn-CS"/>
        </w:rPr>
        <w:t xml:space="preserve">u mnogim </w:t>
      </w:r>
      <w:r w:rsidR="00735F4F">
        <w:rPr>
          <w:rFonts w:ascii="Times New Roman" w:hAnsi="Times New Roman" w:cs="Times New Roman"/>
          <w:sz w:val="24"/>
          <w:szCs w:val="24"/>
          <w:lang w:val="sr-Latn-CS"/>
        </w:rPr>
        <w:t xml:space="preserve">drugim </w:t>
      </w:r>
      <w:r>
        <w:rPr>
          <w:rFonts w:ascii="Times New Roman" w:hAnsi="Times New Roman" w:cs="Times New Roman"/>
          <w:sz w:val="24"/>
          <w:szCs w:val="24"/>
          <w:lang w:val="sr-Latn-CS"/>
        </w:rPr>
        <w:t>društvenim naukama.</w:t>
      </w:r>
      <w:r w:rsidR="00907AB3">
        <w:rPr>
          <w:rFonts w:ascii="Times New Roman" w:hAnsi="Times New Roman" w:cs="Times New Roman"/>
          <w:sz w:val="24"/>
          <w:szCs w:val="24"/>
          <w:lang w:val="sr-Latn-CS"/>
        </w:rPr>
        <w:t xml:space="preserve"> </w:t>
      </w:r>
      <w:r w:rsidR="00453999">
        <w:rPr>
          <w:rFonts w:ascii="Times New Roman" w:hAnsi="Times New Roman" w:cs="Times New Roman"/>
          <w:sz w:val="24"/>
          <w:szCs w:val="24"/>
          <w:lang w:val="sr-Latn-CS"/>
        </w:rPr>
        <w:t xml:space="preserve">Međutim, istraživačka praksa pokazuje da opseg lingvističkih istraživanja u ovoj oblasti daleko prevazilazi pristupe ovoj diciplini u drugim naukama. </w:t>
      </w:r>
      <w:r>
        <w:rPr>
          <w:rFonts w:ascii="Times New Roman" w:hAnsi="Times New Roman" w:cs="Times New Roman"/>
          <w:sz w:val="24"/>
          <w:szCs w:val="24"/>
          <w:lang w:val="sr-Latn-CS"/>
        </w:rPr>
        <w:t xml:space="preserve">Istovremeno, analiza diskursa je multidisciplinarna obast, tako da kao lingvistička disciplina ona u velikoj mjeri zalazi i u druge oblasti. </w:t>
      </w:r>
    </w:p>
    <w:p w:rsidR="00DD03E8" w:rsidRDefault="00735F4F" w:rsidP="00F271B0">
      <w:pPr>
        <w:spacing w:after="0" w:line="240" w:lineRule="auto"/>
        <w:ind w:firstLine="708"/>
        <w:jc w:val="both"/>
        <w:rPr>
          <w:rFonts w:ascii="Times New Roman" w:hAnsi="Times New Roman" w:cs="Times New Roman"/>
          <w:sz w:val="24"/>
          <w:szCs w:val="24"/>
          <w:lang w:val="sr-Latn-CS"/>
        </w:rPr>
      </w:pPr>
      <w:r>
        <w:rPr>
          <w:rFonts w:ascii="Times New Roman" w:hAnsi="Times New Roman" w:cs="Times New Roman"/>
          <w:sz w:val="24"/>
          <w:szCs w:val="24"/>
          <w:lang w:val="sr-Latn-CS"/>
        </w:rPr>
        <w:t>Čini se da je analiza diskursa oblast u kojoj dolazi do najvišeg stepena približavanja lingvistike i književnosti, koje su bile i predmet ove konferencije.Tako rad Slavice Perović „Diskurs kao odgovor na Jakobsonovo sramno zaostajanje“ dovodi u vez</w:t>
      </w:r>
      <w:r w:rsidR="00453999">
        <w:rPr>
          <w:rFonts w:ascii="Times New Roman" w:hAnsi="Times New Roman" w:cs="Times New Roman"/>
          <w:sz w:val="24"/>
          <w:szCs w:val="24"/>
          <w:lang w:val="sr-Latn-CS"/>
        </w:rPr>
        <w:t>u</w:t>
      </w:r>
      <w:r>
        <w:rPr>
          <w:rFonts w:ascii="Times New Roman" w:hAnsi="Times New Roman" w:cs="Times New Roman"/>
          <w:sz w:val="24"/>
          <w:szCs w:val="24"/>
          <w:lang w:val="sr-Latn-CS"/>
        </w:rPr>
        <w:t xml:space="preserve"> proučavanja jezika i književnost</w:t>
      </w:r>
      <w:r w:rsidR="00453999">
        <w:rPr>
          <w:rFonts w:ascii="Times New Roman" w:hAnsi="Times New Roman" w:cs="Times New Roman"/>
          <w:sz w:val="24"/>
          <w:szCs w:val="24"/>
          <w:lang w:val="sr-Latn-CS"/>
        </w:rPr>
        <w:t>i</w:t>
      </w:r>
      <w:r>
        <w:rPr>
          <w:rFonts w:ascii="Times New Roman" w:hAnsi="Times New Roman" w:cs="Times New Roman"/>
          <w:sz w:val="24"/>
          <w:szCs w:val="24"/>
          <w:lang w:val="sr-Latn-CS"/>
        </w:rPr>
        <w:t xml:space="preserve"> upravo preko diskursa u okviru koga su one našle „zajednički jezik“: Kroz analizu diskursa ove dvije discipline su se približile, a raznolikost njihovih naučnih prist</w:t>
      </w:r>
      <w:r w:rsidR="00453999">
        <w:rPr>
          <w:rFonts w:ascii="Times New Roman" w:hAnsi="Times New Roman" w:cs="Times New Roman"/>
          <w:sz w:val="24"/>
          <w:szCs w:val="24"/>
          <w:lang w:val="sr-Latn-CS"/>
        </w:rPr>
        <w:t>uf</w:t>
      </w:r>
      <w:r>
        <w:rPr>
          <w:rFonts w:ascii="Times New Roman" w:hAnsi="Times New Roman" w:cs="Times New Roman"/>
          <w:sz w:val="24"/>
          <w:szCs w:val="24"/>
          <w:lang w:val="sr-Latn-CS"/>
        </w:rPr>
        <w:t xml:space="preserve">pa je ublažena. Na taj način, ovaj rad, proistekao iz plenarnog predavanja, na najbolji mogući način postavlja osnovu kako za lingvističke tako i za književne priloge ovom zborniku. </w:t>
      </w:r>
    </w:p>
    <w:p w:rsidR="00735F4F" w:rsidRDefault="00453999" w:rsidP="00F271B0">
      <w:pPr>
        <w:spacing w:after="0" w:line="240" w:lineRule="auto"/>
        <w:ind w:firstLine="708"/>
        <w:jc w:val="both"/>
        <w:rPr>
          <w:rFonts w:ascii="Times New Roman" w:hAnsi="Times New Roman" w:cs="Times New Roman"/>
          <w:sz w:val="24"/>
          <w:szCs w:val="24"/>
          <w:lang w:val="sr-Latn-CS"/>
        </w:rPr>
      </w:pPr>
      <w:r>
        <w:rPr>
          <w:rFonts w:ascii="Times New Roman" w:hAnsi="Times New Roman" w:cs="Times New Roman"/>
          <w:sz w:val="24"/>
          <w:szCs w:val="24"/>
          <w:lang w:val="sr-Latn-CS"/>
        </w:rPr>
        <w:t xml:space="preserve">Potvrdu za ove stavove nalazimo već u </w:t>
      </w:r>
      <w:r w:rsidR="008854A4">
        <w:rPr>
          <w:rFonts w:ascii="Times New Roman" w:hAnsi="Times New Roman" w:cs="Times New Roman"/>
          <w:sz w:val="24"/>
          <w:szCs w:val="24"/>
          <w:lang w:val="sr-Latn-CS"/>
        </w:rPr>
        <w:t xml:space="preserve">narednom </w:t>
      </w:r>
      <w:r>
        <w:rPr>
          <w:rFonts w:ascii="Times New Roman" w:hAnsi="Times New Roman" w:cs="Times New Roman"/>
          <w:sz w:val="24"/>
          <w:szCs w:val="24"/>
          <w:lang w:val="sr-Latn-CS"/>
        </w:rPr>
        <w:t>radu Miloša M. Kovačevića</w:t>
      </w:r>
      <w:r w:rsidR="008854A4">
        <w:rPr>
          <w:rFonts w:ascii="Times New Roman" w:hAnsi="Times New Roman" w:cs="Times New Roman"/>
          <w:sz w:val="24"/>
          <w:szCs w:val="24"/>
          <w:lang w:val="sr-Latn-CS"/>
        </w:rPr>
        <w:t>, u okviru prvog dijela</w:t>
      </w:r>
      <w:r w:rsidR="00DD03E8">
        <w:rPr>
          <w:rFonts w:ascii="Times New Roman" w:hAnsi="Times New Roman" w:cs="Times New Roman"/>
          <w:sz w:val="24"/>
          <w:szCs w:val="24"/>
          <w:lang w:val="sr-Latn-CS"/>
        </w:rPr>
        <w:t xml:space="preserve"> o specifičnim diskursima – tekstu, stilu i registru</w:t>
      </w:r>
      <w:r w:rsidR="008854A4">
        <w:rPr>
          <w:rFonts w:ascii="Times New Roman" w:hAnsi="Times New Roman" w:cs="Times New Roman"/>
          <w:sz w:val="24"/>
          <w:szCs w:val="24"/>
          <w:lang w:val="sr-Latn-CS"/>
        </w:rPr>
        <w:t>,</w:t>
      </w:r>
      <w:r>
        <w:rPr>
          <w:rFonts w:ascii="Times New Roman" w:hAnsi="Times New Roman" w:cs="Times New Roman"/>
          <w:sz w:val="24"/>
          <w:szCs w:val="24"/>
          <w:lang w:val="sr-Latn-CS"/>
        </w:rPr>
        <w:t xml:space="preserve"> koji pjesmu savremenog srpskog pjesnika Aleka Vukadinovića posmatra kao zatvoreni poetski diskurs, odnosno tekst, istražujući u njoj kohezione i koherencijske veze.</w:t>
      </w:r>
    </w:p>
    <w:p w:rsidR="00F271B0" w:rsidRPr="00F271B0" w:rsidRDefault="00F271B0" w:rsidP="00F271B0">
      <w:pPr>
        <w:spacing w:after="0" w:line="240" w:lineRule="auto"/>
        <w:ind w:firstLine="708"/>
        <w:jc w:val="both"/>
        <w:rPr>
          <w:rFonts w:ascii="Times New Roman" w:hAnsi="Times New Roman" w:cs="Times New Roman"/>
          <w:sz w:val="24"/>
          <w:szCs w:val="24"/>
          <w:lang w:val="sr-Latn-CS"/>
        </w:rPr>
      </w:pPr>
      <w:r>
        <w:rPr>
          <w:rFonts w:ascii="Times New Roman" w:hAnsi="Times New Roman" w:cs="Times New Roman"/>
          <w:sz w:val="24"/>
          <w:szCs w:val="24"/>
          <w:lang w:val="sr-Latn-CS"/>
        </w:rPr>
        <w:t xml:space="preserve"> </w:t>
      </w:r>
      <w:r w:rsidR="00453999">
        <w:rPr>
          <w:rFonts w:ascii="Times New Roman" w:hAnsi="Times New Roman" w:cs="Times New Roman"/>
          <w:sz w:val="24"/>
          <w:szCs w:val="24"/>
          <w:lang w:val="sr-Latn-CS"/>
        </w:rPr>
        <w:t>O savremenosti analize diskursa govori i rad koji se bav</w:t>
      </w:r>
      <w:r w:rsidR="00907AB3">
        <w:rPr>
          <w:rFonts w:ascii="Times New Roman" w:hAnsi="Times New Roman" w:cs="Times New Roman"/>
          <w:sz w:val="24"/>
          <w:szCs w:val="24"/>
          <w:lang w:val="sr-Latn-CS"/>
        </w:rPr>
        <w:t>i</w:t>
      </w:r>
      <w:r w:rsidR="00453999">
        <w:rPr>
          <w:rFonts w:ascii="Times New Roman" w:hAnsi="Times New Roman" w:cs="Times New Roman"/>
          <w:sz w:val="24"/>
          <w:szCs w:val="24"/>
          <w:lang w:val="sr-Latn-CS"/>
        </w:rPr>
        <w:t xml:space="preserve"> tehnologizacijom diskursa u vrednovanju naučnog rada u društvenim i humanističkim naukama. Autori upućuju na odlike ovih tekstova poput tehnologizacije i prisustva formula i specifičnih modela kvantifikacije. Akademski diskurs je i predmet rada </w:t>
      </w:r>
      <w:r w:rsidR="00DD03E8">
        <w:rPr>
          <w:rFonts w:ascii="Times New Roman" w:hAnsi="Times New Roman" w:cs="Times New Roman"/>
          <w:sz w:val="24"/>
          <w:szCs w:val="24"/>
          <w:lang w:val="sr-Latn-CS"/>
        </w:rPr>
        <w:t>koji se</w:t>
      </w:r>
      <w:r w:rsidR="00453999">
        <w:rPr>
          <w:rFonts w:ascii="Times New Roman" w:hAnsi="Times New Roman" w:cs="Times New Roman"/>
          <w:sz w:val="24"/>
          <w:szCs w:val="24"/>
          <w:lang w:val="sr-Latn-CS"/>
        </w:rPr>
        <w:t xml:space="preserve"> bavi interpretacijom povezanih rečenica/iskaza kroz upotrebu kohezivnih sredstava. Etnografija komunikacije, kao jedan od pristupa analizi diskursa, osnova je rada </w:t>
      </w:r>
      <w:r w:rsidR="008854A4">
        <w:rPr>
          <w:rFonts w:ascii="Times New Roman" w:hAnsi="Times New Roman" w:cs="Times New Roman"/>
          <w:sz w:val="24"/>
          <w:szCs w:val="24"/>
          <w:lang w:val="sr-Latn-CS"/>
        </w:rPr>
        <w:t>koji analizira na koji način univerzitetski sajtovi služe kao sredstvo ubjeđivanja i osnova konkurencije na tržištu.</w:t>
      </w:r>
    </w:p>
    <w:p w:rsidR="00EC3A42" w:rsidRPr="000C3E94" w:rsidRDefault="008854A4" w:rsidP="00F271B0">
      <w:pPr>
        <w:spacing w:after="0" w:line="240" w:lineRule="auto"/>
        <w:ind w:firstLine="708"/>
        <w:jc w:val="both"/>
        <w:rPr>
          <w:rFonts w:ascii="Times New Roman" w:hAnsi="Times New Roman" w:cs="Times New Roman"/>
          <w:sz w:val="24"/>
          <w:szCs w:val="24"/>
          <w:lang w:val="sr-Latn-CS"/>
        </w:rPr>
      </w:pPr>
      <w:r>
        <w:rPr>
          <w:rFonts w:ascii="Times New Roman" w:hAnsi="Times New Roman" w:cs="Times New Roman"/>
          <w:sz w:val="24"/>
          <w:szCs w:val="24"/>
          <w:lang w:val="sr-Latn-CS"/>
        </w:rPr>
        <w:lastRenderedPageBreak/>
        <w:t xml:space="preserve">Koliko diskurs zalazi u druge oblasti na najbolji način pokazuju i radovi koji se bave oblastima gastronomije (sa fokusom na konstative i direktive) i restoranske kritike (iz ugla pojmovnih metafora). Slijede dva rada koji se bave diskursom reklama, jedan koji obrađuje </w:t>
      </w:r>
      <w:r w:rsidRPr="000C3E94">
        <w:rPr>
          <w:rFonts w:ascii="Times New Roman" w:hAnsi="Times New Roman" w:cs="Times New Roman"/>
          <w:sz w:val="24"/>
          <w:szCs w:val="24"/>
          <w:lang w:val="sr-Latn-CS"/>
        </w:rPr>
        <w:t>stilske izraze kao osnovu polugu ubjeđivanja potršača da mijenjaju svoje mišljenje i ponašanje, i drugi</w:t>
      </w:r>
      <w:r w:rsidR="00B33E78" w:rsidRPr="000C3E94">
        <w:rPr>
          <w:rFonts w:ascii="Times New Roman" w:hAnsi="Times New Roman" w:cs="Times New Roman"/>
          <w:sz w:val="24"/>
          <w:szCs w:val="24"/>
          <w:lang w:val="sr-Latn-CS"/>
        </w:rPr>
        <w:t xml:space="preserve"> koji prikazuje na koji način se polne ideologije promovišu putem reklama za muške i ženske parfeme, čime postaju sredstvo polne segregacije i održavanja polne socijalizacije. U ovo</w:t>
      </w:r>
      <w:r w:rsidR="00907AB3">
        <w:rPr>
          <w:rFonts w:ascii="Times New Roman" w:hAnsi="Times New Roman" w:cs="Times New Roman"/>
          <w:sz w:val="24"/>
          <w:szCs w:val="24"/>
          <w:lang w:val="sr-Latn-CS"/>
        </w:rPr>
        <w:t>m</w:t>
      </w:r>
      <w:r w:rsidR="00B33E78" w:rsidRPr="000C3E94">
        <w:rPr>
          <w:rFonts w:ascii="Times New Roman" w:hAnsi="Times New Roman" w:cs="Times New Roman"/>
          <w:sz w:val="24"/>
          <w:szCs w:val="24"/>
          <w:lang w:val="sr-Latn-CS"/>
        </w:rPr>
        <w:t xml:space="preserve"> radu koristi se pristup kritičke analize diskursa kao jednog od naj</w:t>
      </w:r>
      <w:r w:rsidR="000C3E94" w:rsidRPr="000C3E94">
        <w:rPr>
          <w:rFonts w:ascii="Times New Roman" w:hAnsi="Times New Roman" w:cs="Times New Roman"/>
          <w:sz w:val="24"/>
          <w:szCs w:val="24"/>
          <w:lang w:val="sr-Latn-CS"/>
        </w:rPr>
        <w:t>više korišćenih me</w:t>
      </w:r>
      <w:r w:rsidR="00907AB3">
        <w:rPr>
          <w:rFonts w:ascii="Times New Roman" w:hAnsi="Times New Roman" w:cs="Times New Roman"/>
          <w:sz w:val="24"/>
          <w:szCs w:val="24"/>
          <w:lang w:val="sr-Latn-CS"/>
        </w:rPr>
        <w:t>t</w:t>
      </w:r>
      <w:r w:rsidR="000C3E94" w:rsidRPr="000C3E94">
        <w:rPr>
          <w:rFonts w:ascii="Times New Roman" w:hAnsi="Times New Roman" w:cs="Times New Roman"/>
          <w:sz w:val="24"/>
          <w:szCs w:val="24"/>
          <w:lang w:val="sr-Latn-CS"/>
        </w:rPr>
        <w:t>o</w:t>
      </w:r>
      <w:r w:rsidR="00907AB3">
        <w:rPr>
          <w:rFonts w:ascii="Times New Roman" w:hAnsi="Times New Roman" w:cs="Times New Roman"/>
          <w:sz w:val="24"/>
          <w:szCs w:val="24"/>
          <w:lang w:val="sr-Latn-CS"/>
        </w:rPr>
        <w:t>d</w:t>
      </w:r>
      <w:r w:rsidR="000C3E94" w:rsidRPr="000C3E94">
        <w:rPr>
          <w:rFonts w:ascii="Times New Roman" w:hAnsi="Times New Roman" w:cs="Times New Roman"/>
          <w:sz w:val="24"/>
          <w:szCs w:val="24"/>
          <w:lang w:val="sr-Latn-CS"/>
        </w:rPr>
        <w:t>a u posmatraju jezika i raznih društvenih (ideoloških, kulturnih, političkih) pojava.</w:t>
      </w:r>
    </w:p>
    <w:p w:rsidR="008E7AFC" w:rsidRPr="000C3E94" w:rsidRDefault="000C3E94" w:rsidP="000C3E94">
      <w:pPr>
        <w:spacing w:after="0" w:line="240" w:lineRule="auto"/>
        <w:jc w:val="both"/>
        <w:rPr>
          <w:rFonts w:ascii="Times New Roman" w:hAnsi="Times New Roman" w:cs="Times New Roman"/>
          <w:sz w:val="24"/>
          <w:szCs w:val="24"/>
        </w:rPr>
      </w:pPr>
      <w:r w:rsidRPr="000C3E94">
        <w:rPr>
          <w:rFonts w:ascii="Times New Roman" w:hAnsi="Times New Roman" w:cs="Times New Roman"/>
          <w:sz w:val="24"/>
          <w:szCs w:val="24"/>
        </w:rPr>
        <w:tab/>
        <w:t xml:space="preserve">Pisani diskurs u oblasti pravne struke je predmet rada koji pravni diskurs posmatra iz ugla kognitivne lingvistike ili, preciznije, metafora. </w:t>
      </w:r>
      <w:r>
        <w:rPr>
          <w:rFonts w:ascii="Times New Roman" w:hAnsi="Times New Roman" w:cs="Times New Roman"/>
          <w:sz w:val="24"/>
          <w:szCs w:val="24"/>
        </w:rPr>
        <w:t xml:space="preserve">Za oblast prava vezan je i rad koji obrađuje zakone i propise u oblasti autosrkih prava. Takođe je interesantan rad koji posmatra stilske odlike upustava za upotrebu ljekova, prvenstveno na leksičkom i sintaksičkom nivou. </w:t>
      </w:r>
    </w:p>
    <w:p w:rsidR="008E7AFC" w:rsidRPr="000C3E94" w:rsidRDefault="000C3E94" w:rsidP="00EC3A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Radovi u ovom zborniku dotiču se i medijskog diskursa. Jedan od tih radova bavi</w:t>
      </w:r>
      <w:r w:rsidR="00907AB3">
        <w:rPr>
          <w:rFonts w:ascii="Times New Roman" w:hAnsi="Times New Roman" w:cs="Times New Roman"/>
          <w:sz w:val="24"/>
          <w:szCs w:val="24"/>
        </w:rPr>
        <w:t xml:space="preserve"> </w:t>
      </w:r>
      <w:r>
        <w:rPr>
          <w:rFonts w:ascii="Times New Roman" w:hAnsi="Times New Roman" w:cs="Times New Roman"/>
          <w:sz w:val="24"/>
          <w:szCs w:val="24"/>
        </w:rPr>
        <w:t>se novinarskim pripovijedanjem</w:t>
      </w:r>
      <w:r w:rsidR="0032028C">
        <w:rPr>
          <w:rFonts w:ascii="Times New Roman" w:hAnsi="Times New Roman" w:cs="Times New Roman"/>
          <w:sz w:val="24"/>
          <w:szCs w:val="24"/>
        </w:rPr>
        <w:t>, odnosno narativni diskursom, f</w:t>
      </w:r>
      <w:r w:rsidR="00907AB3">
        <w:rPr>
          <w:rFonts w:ascii="Times New Roman" w:hAnsi="Times New Roman" w:cs="Times New Roman"/>
          <w:sz w:val="24"/>
          <w:szCs w:val="24"/>
        </w:rPr>
        <w:t>o</w:t>
      </w:r>
      <w:r w:rsidR="0032028C">
        <w:rPr>
          <w:rFonts w:ascii="Times New Roman" w:hAnsi="Times New Roman" w:cs="Times New Roman"/>
          <w:sz w:val="24"/>
          <w:szCs w:val="24"/>
        </w:rPr>
        <w:t>kusirajući se na romantizovanu i umekšanu sliku važnih događaja. Tu je i rad o vizuelnom</w:t>
      </w:r>
      <w:r w:rsidR="0032028C" w:rsidRPr="00907AB3">
        <w:rPr>
          <w:rFonts w:ascii="Times New Roman" w:hAnsi="Times New Roman" w:cs="Times New Roman"/>
          <w:sz w:val="24"/>
          <w:szCs w:val="24"/>
          <w:u w:val="single"/>
        </w:rPr>
        <w:t xml:space="preserve"> j</w:t>
      </w:r>
      <w:r w:rsidR="0032028C">
        <w:rPr>
          <w:rFonts w:ascii="Times New Roman" w:hAnsi="Times New Roman" w:cs="Times New Roman"/>
          <w:sz w:val="24"/>
          <w:szCs w:val="24"/>
        </w:rPr>
        <w:t>eziku stripa i etničkom vicu kao pose</w:t>
      </w:r>
      <w:r w:rsidR="00DD03E8">
        <w:rPr>
          <w:rFonts w:ascii="Times New Roman" w:hAnsi="Times New Roman" w:cs="Times New Roman"/>
          <w:sz w:val="24"/>
          <w:szCs w:val="24"/>
        </w:rPr>
        <w:t xml:space="preserve">bnom tipu humorističkog diskursa koji ispituje lingvističke i ekstralingvističke faktore vezane za etničke stereotipe u vicema. </w:t>
      </w:r>
    </w:p>
    <w:p w:rsidR="003209F6" w:rsidRPr="003209F6" w:rsidRDefault="00907AB3" w:rsidP="00907AB3">
      <w:pPr>
        <w:tabs>
          <w:tab w:val="left" w:pos="709"/>
        </w:tabs>
        <w:spacing w:after="0" w:line="240" w:lineRule="auto"/>
        <w:jc w:val="both"/>
        <w:rPr>
          <w:rFonts w:ascii="Times New Roman" w:hAnsi="Times New Roman" w:cs="Times New Roman"/>
          <w:sz w:val="24"/>
          <w:szCs w:val="24"/>
          <w:lang w:val="sr-Latn-BA"/>
        </w:rPr>
      </w:pPr>
      <w:r>
        <w:rPr>
          <w:rFonts w:ascii="Times New Roman" w:hAnsi="Times New Roman" w:cs="Times New Roman"/>
          <w:sz w:val="24"/>
          <w:szCs w:val="24"/>
        </w:rPr>
        <w:tab/>
      </w:r>
      <w:r w:rsidR="00DD03E8" w:rsidRPr="00DD03E8">
        <w:rPr>
          <w:rFonts w:ascii="Times New Roman" w:hAnsi="Times New Roman" w:cs="Times New Roman"/>
          <w:sz w:val="24"/>
          <w:szCs w:val="24"/>
        </w:rPr>
        <w:t>Drugi dio ovog zbornika posmatra diskurs u odnosu na politiku i komunikaciju.</w:t>
      </w:r>
      <w:r w:rsidR="005337FB">
        <w:rPr>
          <w:rFonts w:ascii="Times New Roman" w:hAnsi="Times New Roman" w:cs="Times New Roman"/>
          <w:sz w:val="24"/>
          <w:szCs w:val="24"/>
        </w:rPr>
        <w:t xml:space="preserve"> Tako se u ovom dijelu može pročitati rad o klasterima metafora u izvještajima o predsjedičkim izborima u Americi kroz kvantitativno-kvalitativnu analizu. </w:t>
      </w:r>
      <w:r>
        <w:rPr>
          <w:rFonts w:ascii="Times New Roman" w:hAnsi="Times New Roman" w:cs="Times New Roman"/>
          <w:sz w:val="24"/>
          <w:szCs w:val="24"/>
        </w:rPr>
        <w:t>Povezan sa ovim je i r</w:t>
      </w:r>
      <w:r w:rsidR="003209F6">
        <w:rPr>
          <w:rFonts w:ascii="Times New Roman" w:hAnsi="Times New Roman" w:cs="Times New Roman"/>
          <w:sz w:val="24"/>
          <w:szCs w:val="24"/>
        </w:rPr>
        <w:t xml:space="preserve">ad o modalizovanim iskazima u istoj predizbornoj debati između Obame i Romnija, koji posmatra modalnost kao epistemičku deisku. </w:t>
      </w:r>
      <w:r w:rsidR="003209F6" w:rsidRPr="003209F6">
        <w:rPr>
          <w:rFonts w:ascii="Times New Roman" w:hAnsi="Times New Roman" w:cs="Times New Roman"/>
          <w:sz w:val="24"/>
          <w:szCs w:val="24"/>
          <w:lang w:val="sr-Latn-BA"/>
        </w:rPr>
        <w:t>Veza između kognitivne lingvistike i kritičke analize diskursa demonstrirana je kroz analiz</w:t>
      </w:r>
      <w:r>
        <w:rPr>
          <w:rFonts w:ascii="Times New Roman" w:hAnsi="Times New Roman" w:cs="Times New Roman"/>
          <w:sz w:val="24"/>
          <w:szCs w:val="24"/>
          <w:lang w:val="sr-Latn-BA"/>
        </w:rPr>
        <w:t>u</w:t>
      </w:r>
      <w:r w:rsidR="003209F6" w:rsidRPr="003209F6">
        <w:rPr>
          <w:rFonts w:ascii="Times New Roman" w:hAnsi="Times New Roman" w:cs="Times New Roman"/>
          <w:sz w:val="24"/>
          <w:szCs w:val="24"/>
          <w:lang w:val="sr-Latn-BA"/>
        </w:rPr>
        <w:t xml:space="preserve"> predstavljanja azilanata u medijskom diskursu, dok su tekstualni i ilokucioni aspekti političkih slogana posmatrani na primjer</w:t>
      </w:r>
      <w:r>
        <w:rPr>
          <w:rFonts w:ascii="Times New Roman" w:hAnsi="Times New Roman" w:cs="Times New Roman"/>
          <w:sz w:val="24"/>
          <w:szCs w:val="24"/>
          <w:lang w:val="sr-Latn-BA"/>
        </w:rPr>
        <w:t>u</w:t>
      </w:r>
      <w:r w:rsidR="003209F6" w:rsidRPr="003209F6">
        <w:rPr>
          <w:rFonts w:ascii="Times New Roman" w:hAnsi="Times New Roman" w:cs="Times New Roman"/>
          <w:sz w:val="24"/>
          <w:szCs w:val="24"/>
          <w:lang w:val="sr-Latn-BA"/>
        </w:rPr>
        <w:t xml:space="preserve"> predsjedničkih izbora u Srbiji 2012. </w:t>
      </w:r>
      <w:r w:rsidR="00F10594">
        <w:rPr>
          <w:rFonts w:ascii="Times New Roman" w:hAnsi="Times New Roman" w:cs="Times New Roman"/>
          <w:sz w:val="24"/>
          <w:szCs w:val="24"/>
          <w:lang w:val="sr-Latn-BA"/>
        </w:rPr>
        <w:t>g</w:t>
      </w:r>
      <w:r w:rsidR="003209F6" w:rsidRPr="003209F6">
        <w:rPr>
          <w:rFonts w:ascii="Times New Roman" w:hAnsi="Times New Roman" w:cs="Times New Roman"/>
          <w:sz w:val="24"/>
          <w:szCs w:val="24"/>
          <w:lang w:val="sr-Latn-BA"/>
        </w:rPr>
        <w:t>odine.</w:t>
      </w:r>
      <w:r w:rsidR="00F10594">
        <w:rPr>
          <w:rFonts w:ascii="Times New Roman" w:hAnsi="Times New Roman" w:cs="Times New Roman"/>
          <w:sz w:val="24"/>
          <w:szCs w:val="24"/>
          <w:lang w:val="sr-Latn-BA"/>
        </w:rPr>
        <w:t xml:space="preserve"> Pragmatični ugao analize primijenjen je kroz posmatranje izvinjenja sa aspekta teorije učtivosti</w:t>
      </w:r>
    </w:p>
    <w:p w:rsidR="003209F6" w:rsidRPr="003209F6" w:rsidRDefault="00F10594" w:rsidP="00907AB3">
      <w:pPr>
        <w:tabs>
          <w:tab w:val="left" w:pos="709"/>
        </w:tabs>
        <w:spacing w:after="0" w:line="240" w:lineRule="auto"/>
        <w:jc w:val="both"/>
        <w:rPr>
          <w:rFonts w:ascii="Times New Roman" w:hAnsi="Times New Roman" w:cs="Times New Roman"/>
          <w:sz w:val="24"/>
          <w:szCs w:val="24"/>
          <w:lang w:val="sr-Latn-BA"/>
        </w:rPr>
      </w:pPr>
      <w:r>
        <w:rPr>
          <w:rFonts w:ascii="Times New Roman" w:hAnsi="Times New Roman" w:cs="Times New Roman"/>
          <w:sz w:val="24"/>
          <w:szCs w:val="24"/>
          <w:lang w:val="sr-Latn-BA"/>
        </w:rPr>
        <w:tab/>
        <w:t>Kombinacija krističke analize diskursa, ovog puta sa analizom konverzacije, demonstrirana je u radu koji posmatra metalingvistička sredstva za izražavanje mo</w:t>
      </w:r>
      <w:r w:rsidR="004B31C3">
        <w:rPr>
          <w:rFonts w:ascii="Times New Roman" w:hAnsi="Times New Roman" w:cs="Times New Roman"/>
          <w:sz w:val="24"/>
          <w:szCs w:val="24"/>
          <w:lang w:val="sr-Latn-BA"/>
        </w:rPr>
        <w:t>ć</w:t>
      </w:r>
      <w:r>
        <w:rPr>
          <w:rFonts w:ascii="Times New Roman" w:hAnsi="Times New Roman" w:cs="Times New Roman"/>
          <w:sz w:val="24"/>
          <w:szCs w:val="24"/>
          <w:lang w:val="sr-Latn-BA"/>
        </w:rPr>
        <w:t>i u diskursu</w:t>
      </w:r>
      <w:r w:rsidR="004B31C3">
        <w:rPr>
          <w:rFonts w:ascii="Times New Roman" w:hAnsi="Times New Roman" w:cs="Times New Roman"/>
          <w:sz w:val="24"/>
          <w:szCs w:val="24"/>
          <w:lang w:val="sr-Latn-BA"/>
        </w:rPr>
        <w:t xml:space="preserve"> kroz funkcije prekidanja i ćutanja u televizijskim intervjuima. Metakomunikacija, odnosno komunikacija o komunikaciji, i njena upotreba u svakodnevnom životu predmet je još jednog rada, a tu je i rad o oblažavanju neslaganja tokom neformalnih sastanaka iz interkulturalne perspektive. </w:t>
      </w:r>
    </w:p>
    <w:p w:rsidR="00CF33D5" w:rsidRPr="000C09FF" w:rsidRDefault="004B31C3" w:rsidP="000C09FF">
      <w:pPr>
        <w:spacing w:after="0" w:line="240" w:lineRule="auto"/>
        <w:jc w:val="both"/>
        <w:rPr>
          <w:rFonts w:ascii="Times New Roman" w:hAnsi="Times New Roman" w:cs="Times New Roman"/>
          <w:sz w:val="24"/>
          <w:szCs w:val="24"/>
        </w:rPr>
      </w:pPr>
      <w:r w:rsidRPr="000C09FF">
        <w:rPr>
          <w:rFonts w:ascii="Times New Roman" w:hAnsi="Times New Roman" w:cs="Times New Roman"/>
          <w:sz w:val="24"/>
          <w:szCs w:val="24"/>
        </w:rPr>
        <w:tab/>
        <w:t>Interesantno istaživanje, takođe iz ugla interkulturalne perspektive, prezentirano je u radu koji se bavi upotrebom anglicizama, prebacivanjem koda i gramatičkim greškama među srpskim emigrantima u Kanadi, dok naredni rad govori o stavovima govornika srpskog jehzika o javnom i privatnom diskur</w:t>
      </w:r>
      <w:r w:rsidR="00907AB3">
        <w:rPr>
          <w:rFonts w:ascii="Times New Roman" w:hAnsi="Times New Roman" w:cs="Times New Roman"/>
          <w:sz w:val="24"/>
          <w:szCs w:val="24"/>
        </w:rPr>
        <w:t>s</w:t>
      </w:r>
      <w:r w:rsidRPr="000C09FF">
        <w:rPr>
          <w:rFonts w:ascii="Times New Roman" w:hAnsi="Times New Roman" w:cs="Times New Roman"/>
          <w:sz w:val="24"/>
          <w:szCs w:val="24"/>
        </w:rPr>
        <w:t>u u manjim sredinama u Srbiji.</w:t>
      </w:r>
    </w:p>
    <w:p w:rsidR="004B431A" w:rsidRPr="000C09FF" w:rsidRDefault="004B31C3" w:rsidP="000C09FF">
      <w:pPr>
        <w:spacing w:after="0" w:line="240" w:lineRule="auto"/>
        <w:jc w:val="both"/>
        <w:rPr>
          <w:rFonts w:ascii="Times New Roman" w:hAnsi="Times New Roman" w:cs="Times New Roman"/>
          <w:sz w:val="24"/>
          <w:szCs w:val="24"/>
        </w:rPr>
      </w:pPr>
      <w:r w:rsidRPr="000C09FF">
        <w:rPr>
          <w:rFonts w:ascii="Times New Roman" w:hAnsi="Times New Roman" w:cs="Times New Roman"/>
          <w:sz w:val="24"/>
          <w:szCs w:val="24"/>
        </w:rPr>
        <w:tab/>
        <w:t xml:space="preserve">Treći dio zbornika sadrži radove koji se odnose na jezičke elemente na mikronivou. </w:t>
      </w:r>
      <w:r w:rsidR="00171A9F" w:rsidRPr="000C09FF">
        <w:rPr>
          <w:rFonts w:ascii="Times New Roman" w:hAnsi="Times New Roman" w:cs="Times New Roman"/>
          <w:sz w:val="24"/>
          <w:szCs w:val="24"/>
        </w:rPr>
        <w:t xml:space="preserve">U te elemente spadaju kvalifikativne adverbijalne dopune u političkom diskursu, upitni dodatak u diskursu intervjua, pauze i tempo govora kao korelativi ubjedljivosti, modalni glagoli u naučnom diskursu, modalnost diskursa u diskursu, </w:t>
      </w:r>
      <w:r w:rsidR="000C09FF" w:rsidRPr="000C09FF">
        <w:rPr>
          <w:rFonts w:ascii="Times New Roman" w:hAnsi="Times New Roman" w:cs="Times New Roman"/>
          <w:sz w:val="24"/>
          <w:szCs w:val="24"/>
        </w:rPr>
        <w:t xml:space="preserve">topikalizacija u diskursu, klauze u funkciji pridjevske dopune iz diskursnog ugla, strukturisanje uzročno-posljedičnih odnosa u diskursu novinskih vijesti, </w:t>
      </w:r>
      <w:r w:rsidR="000C09FF">
        <w:rPr>
          <w:rFonts w:ascii="Times New Roman" w:hAnsi="Times New Roman" w:cs="Times New Roman"/>
          <w:sz w:val="24"/>
          <w:szCs w:val="24"/>
        </w:rPr>
        <w:t xml:space="preserve">višečlani konstrukti u diskursu elektronike koji se ispoljava na prozodijskom nivou, kolokacije u diskursu zaštite životne sredine, lekseme kroz prizmu etnografije govora i književnog i razgovornog diskursa, </w:t>
      </w:r>
      <w:r w:rsidR="00907AB3">
        <w:rPr>
          <w:rFonts w:ascii="Times New Roman" w:hAnsi="Times New Roman" w:cs="Times New Roman"/>
          <w:sz w:val="24"/>
          <w:szCs w:val="24"/>
        </w:rPr>
        <w:t xml:space="preserve">kao i </w:t>
      </w:r>
      <w:r w:rsidR="000C09FF">
        <w:rPr>
          <w:rFonts w:ascii="Times New Roman" w:hAnsi="Times New Roman" w:cs="Times New Roman"/>
          <w:sz w:val="24"/>
          <w:szCs w:val="24"/>
        </w:rPr>
        <w:t xml:space="preserve">opsceni diskurs u balkanskim jezicima, francuskom i srpskom. </w:t>
      </w:r>
    </w:p>
    <w:p w:rsidR="00FD1DA0" w:rsidRPr="000C09FF" w:rsidRDefault="00D83E9C" w:rsidP="000C09F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Pedagoški aspekti diskursa predmet su radova iz četvrtog dijela ovog zbornika. Prvi rad u ovom dijelu posmatra analizu diskursa u nastavi jezika na univerzitetskom nivou, polazeći od modela Sinklera i Kultarda. Negativni transfer, kao jedan od ključnih pojmova metodike nastave, obrađen je u analizi diskursa društvenih medija</w:t>
      </w:r>
      <w:r w:rsidR="00907AB3">
        <w:rPr>
          <w:rFonts w:ascii="Times New Roman" w:hAnsi="Times New Roman" w:cs="Times New Roman"/>
          <w:sz w:val="24"/>
          <w:szCs w:val="24"/>
        </w:rPr>
        <w:t>, odnosno</w:t>
      </w:r>
      <w:r w:rsidR="00D02A6A">
        <w:rPr>
          <w:rFonts w:ascii="Times New Roman" w:hAnsi="Times New Roman" w:cs="Times New Roman"/>
          <w:sz w:val="24"/>
          <w:szCs w:val="24"/>
        </w:rPr>
        <w:t xml:space="preserve"> formalnoj e-mail </w:t>
      </w:r>
      <w:r w:rsidR="00D02A6A">
        <w:rPr>
          <w:rFonts w:ascii="Times New Roman" w:hAnsi="Times New Roman" w:cs="Times New Roman"/>
          <w:sz w:val="24"/>
          <w:szCs w:val="24"/>
        </w:rPr>
        <w:lastRenderedPageBreak/>
        <w:t>prepisci između studenata i nastavnika. Oslov</w:t>
      </w:r>
      <w:r w:rsidR="00907AB3">
        <w:rPr>
          <w:rFonts w:ascii="Times New Roman" w:hAnsi="Times New Roman" w:cs="Times New Roman"/>
          <w:sz w:val="24"/>
          <w:szCs w:val="24"/>
        </w:rPr>
        <w:t>lj</w:t>
      </w:r>
      <w:r w:rsidR="00D02A6A">
        <w:rPr>
          <w:rFonts w:ascii="Times New Roman" w:hAnsi="Times New Roman" w:cs="Times New Roman"/>
          <w:sz w:val="24"/>
          <w:szCs w:val="24"/>
        </w:rPr>
        <w:t>avanje sagovornika iz ugla pragmatičke kompetencije učenika je još jedn</w:t>
      </w:r>
      <w:r w:rsidR="00907AB3">
        <w:rPr>
          <w:rFonts w:ascii="Times New Roman" w:hAnsi="Times New Roman" w:cs="Times New Roman"/>
          <w:sz w:val="24"/>
          <w:szCs w:val="24"/>
        </w:rPr>
        <w:t>a</w:t>
      </w:r>
      <w:r w:rsidR="00D02A6A">
        <w:rPr>
          <w:rFonts w:ascii="Times New Roman" w:hAnsi="Times New Roman" w:cs="Times New Roman"/>
          <w:sz w:val="24"/>
          <w:szCs w:val="24"/>
        </w:rPr>
        <w:t xml:space="preserve"> od značajnih </w:t>
      </w:r>
      <w:r w:rsidR="00907AB3">
        <w:rPr>
          <w:rFonts w:ascii="Times New Roman" w:hAnsi="Times New Roman" w:cs="Times New Roman"/>
          <w:sz w:val="24"/>
          <w:szCs w:val="24"/>
        </w:rPr>
        <w:t>tema</w:t>
      </w:r>
      <w:r w:rsidR="00D02A6A">
        <w:rPr>
          <w:rFonts w:ascii="Times New Roman" w:hAnsi="Times New Roman" w:cs="Times New Roman"/>
          <w:sz w:val="24"/>
          <w:szCs w:val="24"/>
        </w:rPr>
        <w:t xml:space="preserve"> iz ovog dijela. Kako se istraživanja uglavnom bave analizom jezika stranih govornika, interesantan je rad koji polazi iz sasvim druge perspektive. Naime, u radu se studenti engleskog jezika za posebne namjene javljaju kao analitičari jezika izvornih govornika. Jezik za posebne namjene predmet je još jednog rada, ali ovog puta iz ugla kreiranja kurseva za ovu vrstu nastave. Zbornik vrlo prikladno zaključuje rad o neophodnosti uključivanja kulturoloških komponenata u analizu diskursa. </w:t>
      </w:r>
    </w:p>
    <w:p w:rsidR="00FD1DA0" w:rsidRPr="00EA0E02" w:rsidRDefault="000C3E94" w:rsidP="00EA0E02">
      <w:pPr>
        <w:spacing w:after="0" w:line="240" w:lineRule="auto"/>
        <w:jc w:val="both"/>
        <w:rPr>
          <w:rFonts w:ascii="Times New Roman" w:hAnsi="Times New Roman" w:cs="Times New Roman"/>
          <w:sz w:val="24"/>
          <w:szCs w:val="24"/>
        </w:rPr>
      </w:pPr>
      <w:r w:rsidRPr="00EA0E02">
        <w:rPr>
          <w:rFonts w:ascii="Times New Roman" w:hAnsi="Times New Roman" w:cs="Times New Roman"/>
          <w:sz w:val="24"/>
          <w:szCs w:val="24"/>
        </w:rPr>
        <w:tab/>
        <w:t xml:space="preserve">Iako se </w:t>
      </w:r>
      <w:r w:rsidR="00D02A6A" w:rsidRPr="00EA0E02">
        <w:rPr>
          <w:rFonts w:ascii="Times New Roman" w:hAnsi="Times New Roman" w:cs="Times New Roman"/>
          <w:sz w:val="24"/>
          <w:szCs w:val="24"/>
        </w:rPr>
        <w:t>na prvi pogled</w:t>
      </w:r>
      <w:r w:rsidRPr="00EA0E02">
        <w:rPr>
          <w:rFonts w:ascii="Times New Roman" w:hAnsi="Times New Roman" w:cs="Times New Roman"/>
          <w:sz w:val="24"/>
          <w:szCs w:val="24"/>
        </w:rPr>
        <w:t xml:space="preserve"> radi o heterogenim temama, činjenica je da ovaj zbornik upravo ukazuje na multidisciplinarnost analize diskursa koj</w:t>
      </w:r>
      <w:r w:rsidR="00D02A6A" w:rsidRPr="00EA0E02">
        <w:rPr>
          <w:rFonts w:ascii="Times New Roman" w:hAnsi="Times New Roman" w:cs="Times New Roman"/>
          <w:sz w:val="24"/>
          <w:szCs w:val="24"/>
        </w:rPr>
        <w:t xml:space="preserve">a povezuje sve radove. Osnovna nit koja se provčai kroz sve radove jeste diskurs, koji se posmatra iz ugla kritičke analize diskursa, etnografije komunikacije, kognitivne lingvistike, analize konverzacije i drugih aspekata analize diskursa. Značajan je svakako i dio koji se bavi pedagoškim aspektima ove discipline. Pored toga, na najbolji način je demonstrirana primjena analize diskursa u raznim oblastima, a broj analiziranih </w:t>
      </w:r>
      <w:r w:rsidR="0066743B">
        <w:rPr>
          <w:rFonts w:ascii="Times New Roman" w:hAnsi="Times New Roman" w:cs="Times New Roman"/>
          <w:sz w:val="24"/>
          <w:szCs w:val="24"/>
        </w:rPr>
        <w:t xml:space="preserve">jezičkih </w:t>
      </w:r>
      <w:r w:rsidR="00D02A6A" w:rsidRPr="00EA0E02">
        <w:rPr>
          <w:rFonts w:ascii="Times New Roman" w:hAnsi="Times New Roman" w:cs="Times New Roman"/>
          <w:sz w:val="24"/>
          <w:szCs w:val="24"/>
        </w:rPr>
        <w:t>elemenata je veoma širo</w:t>
      </w:r>
      <w:r w:rsidR="00907AB3">
        <w:rPr>
          <w:rFonts w:ascii="Times New Roman" w:hAnsi="Times New Roman" w:cs="Times New Roman"/>
          <w:sz w:val="24"/>
          <w:szCs w:val="24"/>
        </w:rPr>
        <w:t>k</w:t>
      </w:r>
      <w:r w:rsidR="00D02A6A" w:rsidRPr="00EA0E02">
        <w:rPr>
          <w:rFonts w:ascii="Times New Roman" w:hAnsi="Times New Roman" w:cs="Times New Roman"/>
          <w:sz w:val="24"/>
          <w:szCs w:val="24"/>
        </w:rPr>
        <w:t xml:space="preserve"> i uključuje, između ostalog</w:t>
      </w:r>
      <w:r w:rsidR="00907AB3">
        <w:rPr>
          <w:rFonts w:ascii="Times New Roman" w:hAnsi="Times New Roman" w:cs="Times New Roman"/>
          <w:sz w:val="24"/>
          <w:szCs w:val="24"/>
        </w:rPr>
        <w:t>,</w:t>
      </w:r>
      <w:r w:rsidR="00D02A6A" w:rsidRPr="00EA0E02">
        <w:rPr>
          <w:rFonts w:ascii="Times New Roman" w:hAnsi="Times New Roman" w:cs="Times New Roman"/>
          <w:sz w:val="24"/>
          <w:szCs w:val="24"/>
        </w:rPr>
        <w:t xml:space="preserve"> metaforu, koheziju, koherenciju i mnoge druga. Uz to, </w:t>
      </w:r>
      <w:r w:rsidR="00EA0E02" w:rsidRPr="00EA0E02">
        <w:rPr>
          <w:rFonts w:ascii="Times New Roman" w:hAnsi="Times New Roman" w:cs="Times New Roman"/>
          <w:sz w:val="24"/>
          <w:szCs w:val="24"/>
        </w:rPr>
        <w:t xml:space="preserve">veliki broj radova posmatra jezike kroz njihovo kontrastiranje, što doprinosi i tezi o interkuturalnom karakteru analize diskursa. </w:t>
      </w:r>
    </w:p>
    <w:p w:rsidR="00352B2F" w:rsidRDefault="00EA0E02" w:rsidP="00EA0E02">
      <w:pPr>
        <w:spacing w:after="0" w:line="240" w:lineRule="auto"/>
        <w:jc w:val="both"/>
        <w:rPr>
          <w:rFonts w:ascii="Times New Roman" w:hAnsi="Times New Roman" w:cs="Times New Roman"/>
          <w:sz w:val="24"/>
          <w:szCs w:val="24"/>
          <w:lang w:val="sr-Latn-CS"/>
        </w:rPr>
      </w:pPr>
      <w:r w:rsidRPr="00EA0E02">
        <w:rPr>
          <w:rFonts w:ascii="Times New Roman" w:hAnsi="Times New Roman" w:cs="Times New Roman"/>
          <w:sz w:val="24"/>
          <w:szCs w:val="24"/>
        </w:rPr>
        <w:tab/>
        <w:t xml:space="preserve">Zbornik </w:t>
      </w:r>
      <w:r w:rsidRPr="00EA0E02">
        <w:rPr>
          <w:rFonts w:ascii="Times New Roman" w:hAnsi="Times New Roman" w:cs="Times New Roman"/>
          <w:i/>
          <w:sz w:val="24"/>
          <w:szCs w:val="24"/>
        </w:rPr>
        <w:t>Je</w:t>
      </w:r>
      <w:r w:rsidRPr="00F271B0">
        <w:rPr>
          <w:rFonts w:ascii="Times New Roman" w:hAnsi="Times New Roman" w:cs="Times New Roman"/>
          <w:i/>
          <w:iCs/>
          <w:sz w:val="24"/>
          <w:szCs w:val="24"/>
          <w:lang w:val="sr-Latn-CS"/>
        </w:rPr>
        <w:t>zik, književnost, diskurs</w:t>
      </w:r>
      <w:r w:rsidRPr="00F271B0">
        <w:rPr>
          <w:rFonts w:ascii="Times New Roman" w:hAnsi="Times New Roman" w:cs="Times New Roman"/>
          <w:i/>
          <w:sz w:val="24"/>
          <w:szCs w:val="24"/>
          <w:lang w:val="sr-Latn-CS"/>
        </w:rPr>
        <w:t>: jezička istraživanja</w:t>
      </w:r>
      <w:r>
        <w:rPr>
          <w:rFonts w:ascii="Times New Roman" w:hAnsi="Times New Roman" w:cs="Times New Roman"/>
          <w:sz w:val="24"/>
          <w:szCs w:val="24"/>
          <w:lang w:val="sr-Latn-CS"/>
        </w:rPr>
        <w:t xml:space="preserve"> demonstira </w:t>
      </w:r>
      <w:r w:rsidR="00352B2F">
        <w:rPr>
          <w:rFonts w:ascii="Times New Roman" w:hAnsi="Times New Roman" w:cs="Times New Roman"/>
          <w:sz w:val="24"/>
          <w:szCs w:val="24"/>
          <w:lang w:val="sr-Latn-CS"/>
        </w:rPr>
        <w:t>raznovrsno</w:t>
      </w:r>
      <w:r w:rsidR="00907AB3">
        <w:rPr>
          <w:rFonts w:ascii="Times New Roman" w:hAnsi="Times New Roman" w:cs="Times New Roman"/>
          <w:sz w:val="24"/>
          <w:szCs w:val="24"/>
          <w:lang w:val="sr-Latn-CS"/>
        </w:rPr>
        <w:t>s</w:t>
      </w:r>
      <w:r w:rsidR="00352B2F">
        <w:rPr>
          <w:rFonts w:ascii="Times New Roman" w:hAnsi="Times New Roman" w:cs="Times New Roman"/>
          <w:sz w:val="24"/>
          <w:szCs w:val="24"/>
          <w:lang w:val="sr-Latn-CS"/>
        </w:rPr>
        <w:t>t</w:t>
      </w:r>
      <w:r>
        <w:rPr>
          <w:rFonts w:ascii="Times New Roman" w:hAnsi="Times New Roman" w:cs="Times New Roman"/>
          <w:sz w:val="24"/>
          <w:szCs w:val="24"/>
          <w:lang w:val="sr-Latn-CS"/>
        </w:rPr>
        <w:t xml:space="preserve"> istraživanja i metoda </w:t>
      </w:r>
      <w:r w:rsidR="00907AB3">
        <w:rPr>
          <w:rFonts w:ascii="Times New Roman" w:hAnsi="Times New Roman" w:cs="Times New Roman"/>
          <w:sz w:val="24"/>
          <w:szCs w:val="24"/>
          <w:lang w:val="sr-Latn-CS"/>
        </w:rPr>
        <w:t xml:space="preserve">u oblasti </w:t>
      </w:r>
      <w:r>
        <w:rPr>
          <w:rFonts w:ascii="Times New Roman" w:hAnsi="Times New Roman" w:cs="Times New Roman"/>
          <w:sz w:val="24"/>
          <w:szCs w:val="24"/>
          <w:lang w:val="sr-Latn-CS"/>
        </w:rPr>
        <w:t xml:space="preserve">analize diskursa. On na najbolji mogući način </w:t>
      </w:r>
      <w:r w:rsidR="00352B2F">
        <w:rPr>
          <w:rFonts w:ascii="Times New Roman" w:hAnsi="Times New Roman" w:cs="Times New Roman"/>
          <w:sz w:val="24"/>
          <w:szCs w:val="24"/>
          <w:lang w:val="sr-Latn-CS"/>
        </w:rPr>
        <w:t>prikazuje potencijale ove discipline, ali i bogatstvo istraživanja u ovoj oblasti u Srbiji i u regionu. Broj publikacija iz oblasti analize diskur</w:t>
      </w:r>
      <w:r w:rsidR="00907AB3">
        <w:rPr>
          <w:rFonts w:ascii="Times New Roman" w:hAnsi="Times New Roman" w:cs="Times New Roman"/>
          <w:sz w:val="24"/>
          <w:szCs w:val="24"/>
          <w:lang w:val="sr-Latn-CS"/>
        </w:rPr>
        <w:t>s</w:t>
      </w:r>
      <w:bookmarkStart w:id="0" w:name="_GoBack"/>
      <w:bookmarkEnd w:id="0"/>
      <w:r w:rsidR="00352B2F">
        <w:rPr>
          <w:rFonts w:ascii="Times New Roman" w:hAnsi="Times New Roman" w:cs="Times New Roman"/>
          <w:sz w:val="24"/>
          <w:szCs w:val="24"/>
          <w:lang w:val="sr-Latn-CS"/>
        </w:rPr>
        <w:t>a nije veliki kod nas, tako da će ovaj zbornik predstavljati izuzetno veliki doprinos promovisanju i razvoju ove discipline.</w:t>
      </w:r>
    </w:p>
    <w:p w:rsidR="00352B2F" w:rsidRDefault="00352B2F" w:rsidP="00EA0E02">
      <w:pPr>
        <w:spacing w:after="0" w:line="240" w:lineRule="auto"/>
        <w:jc w:val="both"/>
        <w:rPr>
          <w:rFonts w:ascii="Times New Roman" w:hAnsi="Times New Roman" w:cs="Times New Roman"/>
          <w:sz w:val="24"/>
          <w:szCs w:val="24"/>
          <w:lang w:val="sr-Latn-CS"/>
        </w:rPr>
      </w:pPr>
      <w:r>
        <w:rPr>
          <w:rFonts w:ascii="Times New Roman" w:hAnsi="Times New Roman" w:cs="Times New Roman"/>
          <w:sz w:val="24"/>
          <w:szCs w:val="24"/>
          <w:lang w:val="sr-Latn-CS"/>
        </w:rPr>
        <w:tab/>
        <w:t>Uzimajući u obzir sve aspekte i vrijednosti ovog zbornika, sa zadovoljstvom želim da ga preporučim za objavljivanje, uvjeren da će on biti od velike koristi kako istraživačima, tako i studentima, ali i široj javnosti.</w:t>
      </w:r>
    </w:p>
    <w:p w:rsidR="004E3B8F" w:rsidRDefault="004E3B8F" w:rsidP="00EA0E02">
      <w:pPr>
        <w:spacing w:after="0" w:line="240" w:lineRule="auto"/>
        <w:jc w:val="both"/>
        <w:rPr>
          <w:rFonts w:ascii="Times New Roman" w:hAnsi="Times New Roman" w:cs="Times New Roman"/>
          <w:sz w:val="24"/>
          <w:szCs w:val="24"/>
          <w:lang w:val="sr-Latn-CS"/>
        </w:rPr>
      </w:pPr>
    </w:p>
    <w:p w:rsidR="004E3B8F" w:rsidRDefault="004E3B8F" w:rsidP="00EA0E02">
      <w:pPr>
        <w:spacing w:after="0" w:line="240" w:lineRule="auto"/>
        <w:jc w:val="both"/>
        <w:rPr>
          <w:rFonts w:ascii="Times New Roman" w:hAnsi="Times New Roman" w:cs="Times New Roman"/>
          <w:sz w:val="24"/>
          <w:szCs w:val="24"/>
          <w:lang w:val="sr-Latn-CS"/>
        </w:rPr>
      </w:pPr>
      <w:r>
        <w:rPr>
          <w:rFonts w:ascii="Times New Roman" w:hAnsi="Times New Roman" w:cs="Times New Roman"/>
          <w:sz w:val="24"/>
          <w:szCs w:val="24"/>
          <w:lang w:val="sr-Latn-CS"/>
        </w:rPr>
        <w:t>Podgorica, 17.04.2015.</w:t>
      </w:r>
    </w:p>
    <w:p w:rsidR="000C3E94" w:rsidRDefault="004E3B8F" w:rsidP="00EA0E02">
      <w:pPr>
        <w:spacing w:after="0" w:line="240" w:lineRule="auto"/>
        <w:jc w:val="both"/>
        <w:rPr>
          <w:rFonts w:ascii="Times New Roman" w:hAnsi="Times New Roman" w:cs="Times New Roman"/>
          <w:sz w:val="24"/>
          <w:szCs w:val="24"/>
          <w:lang w:val="sr-Latn-CS"/>
        </w:rPr>
      </w:pPr>
      <w:r>
        <w:rPr>
          <w:rFonts w:ascii="Times New Roman" w:hAnsi="Times New Roman" w:cs="Times New Roman"/>
          <w:sz w:val="24"/>
          <w:szCs w:val="24"/>
          <w:lang w:val="sr-Latn-CS"/>
        </w:rPr>
        <w:tab/>
      </w:r>
      <w:r>
        <w:rPr>
          <w:rFonts w:ascii="Times New Roman" w:hAnsi="Times New Roman" w:cs="Times New Roman"/>
          <w:sz w:val="24"/>
          <w:szCs w:val="24"/>
          <w:lang w:val="sr-Latn-CS"/>
        </w:rPr>
        <w:tab/>
      </w:r>
      <w:r>
        <w:rPr>
          <w:rFonts w:ascii="Times New Roman" w:hAnsi="Times New Roman" w:cs="Times New Roman"/>
          <w:sz w:val="24"/>
          <w:szCs w:val="24"/>
          <w:lang w:val="sr-Latn-CS"/>
        </w:rPr>
        <w:tab/>
      </w:r>
      <w:r>
        <w:rPr>
          <w:rFonts w:ascii="Times New Roman" w:hAnsi="Times New Roman" w:cs="Times New Roman"/>
          <w:sz w:val="24"/>
          <w:szCs w:val="24"/>
          <w:lang w:val="sr-Latn-CS"/>
        </w:rPr>
        <w:tab/>
      </w:r>
      <w:r>
        <w:rPr>
          <w:rFonts w:ascii="Times New Roman" w:hAnsi="Times New Roman" w:cs="Times New Roman"/>
          <w:sz w:val="24"/>
          <w:szCs w:val="24"/>
          <w:lang w:val="sr-Latn-CS"/>
        </w:rPr>
        <w:tab/>
      </w:r>
      <w:r>
        <w:rPr>
          <w:rFonts w:ascii="Times New Roman" w:hAnsi="Times New Roman" w:cs="Times New Roman"/>
          <w:sz w:val="24"/>
          <w:szCs w:val="24"/>
          <w:lang w:val="sr-Latn-CS"/>
        </w:rPr>
        <w:tab/>
      </w:r>
      <w:r>
        <w:rPr>
          <w:rFonts w:ascii="Times New Roman" w:hAnsi="Times New Roman" w:cs="Times New Roman"/>
          <w:sz w:val="24"/>
          <w:szCs w:val="24"/>
          <w:lang w:val="sr-Latn-CS"/>
        </w:rPr>
        <w:tab/>
      </w:r>
      <w:r>
        <w:rPr>
          <w:rFonts w:ascii="Times New Roman" w:hAnsi="Times New Roman" w:cs="Times New Roman"/>
          <w:noProof/>
          <w:sz w:val="24"/>
          <w:szCs w:val="24"/>
          <w:lang w:eastAsia="sr-Latn-RS"/>
        </w:rPr>
        <w:drawing>
          <wp:inline distT="0" distB="0" distL="0" distR="0">
            <wp:extent cx="2078182" cy="748145"/>
            <wp:effectExtent l="0" t="0" r="0" b="0"/>
            <wp:docPr id="1" name="Picture 1" descr="C:\Users\Korisnik1\Documents\Potp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orisnik1\Documents\Potpi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78355" cy="748207"/>
                    </a:xfrm>
                    <a:prstGeom prst="rect">
                      <a:avLst/>
                    </a:prstGeom>
                    <a:noFill/>
                    <a:ln>
                      <a:noFill/>
                    </a:ln>
                  </pic:spPr>
                </pic:pic>
              </a:graphicData>
            </a:graphic>
          </wp:inline>
        </w:drawing>
      </w:r>
      <w:r>
        <w:rPr>
          <w:rFonts w:ascii="Times New Roman" w:hAnsi="Times New Roman" w:cs="Times New Roman"/>
          <w:sz w:val="24"/>
          <w:szCs w:val="24"/>
          <w:lang w:val="sr-Latn-CS"/>
        </w:rPr>
        <w:tab/>
      </w:r>
      <w:r>
        <w:rPr>
          <w:rFonts w:ascii="Times New Roman" w:hAnsi="Times New Roman" w:cs="Times New Roman"/>
          <w:sz w:val="24"/>
          <w:szCs w:val="24"/>
          <w:lang w:val="sr-Latn-CS"/>
        </w:rPr>
        <w:tab/>
      </w:r>
      <w:r w:rsidR="00352B2F">
        <w:rPr>
          <w:rFonts w:ascii="Times New Roman" w:hAnsi="Times New Roman" w:cs="Times New Roman"/>
          <w:sz w:val="24"/>
          <w:szCs w:val="24"/>
          <w:lang w:val="sr-Latn-CS"/>
        </w:rPr>
        <w:t xml:space="preserve"> </w:t>
      </w:r>
      <w:r>
        <w:rPr>
          <w:rFonts w:ascii="Times New Roman" w:hAnsi="Times New Roman" w:cs="Times New Roman"/>
          <w:sz w:val="24"/>
          <w:szCs w:val="24"/>
          <w:lang w:val="sr-Latn-CS"/>
        </w:rPr>
        <w:tab/>
      </w:r>
      <w:r>
        <w:rPr>
          <w:rFonts w:ascii="Times New Roman" w:hAnsi="Times New Roman" w:cs="Times New Roman"/>
          <w:sz w:val="24"/>
          <w:szCs w:val="24"/>
          <w:lang w:val="sr-Latn-CS"/>
        </w:rPr>
        <w:tab/>
      </w:r>
      <w:r>
        <w:rPr>
          <w:rFonts w:ascii="Times New Roman" w:hAnsi="Times New Roman" w:cs="Times New Roman"/>
          <w:sz w:val="24"/>
          <w:szCs w:val="24"/>
          <w:lang w:val="sr-Latn-CS"/>
        </w:rPr>
        <w:tab/>
      </w:r>
      <w:r>
        <w:rPr>
          <w:rFonts w:ascii="Times New Roman" w:hAnsi="Times New Roman" w:cs="Times New Roman"/>
          <w:sz w:val="24"/>
          <w:szCs w:val="24"/>
          <w:lang w:val="sr-Latn-CS"/>
        </w:rPr>
        <w:tab/>
      </w:r>
      <w:r>
        <w:rPr>
          <w:rFonts w:ascii="Times New Roman" w:hAnsi="Times New Roman" w:cs="Times New Roman"/>
          <w:sz w:val="24"/>
          <w:szCs w:val="24"/>
          <w:lang w:val="sr-Latn-CS"/>
        </w:rPr>
        <w:tab/>
      </w:r>
      <w:r>
        <w:rPr>
          <w:rFonts w:ascii="Times New Roman" w:hAnsi="Times New Roman" w:cs="Times New Roman"/>
          <w:sz w:val="24"/>
          <w:szCs w:val="24"/>
          <w:lang w:val="sr-Latn-CS"/>
        </w:rPr>
        <w:tab/>
        <w:t>Prof. dr Igor Lakić</w:t>
      </w:r>
    </w:p>
    <w:p w:rsidR="004E3B8F" w:rsidRPr="00EA0E02" w:rsidRDefault="004E3B8F" w:rsidP="00EA0E02">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sr-Latn-CS"/>
        </w:rPr>
        <w:tab/>
      </w:r>
      <w:r>
        <w:rPr>
          <w:rFonts w:ascii="Times New Roman" w:hAnsi="Times New Roman" w:cs="Times New Roman"/>
          <w:sz w:val="24"/>
          <w:szCs w:val="24"/>
          <w:lang w:val="sr-Latn-CS"/>
        </w:rPr>
        <w:tab/>
      </w:r>
      <w:r>
        <w:rPr>
          <w:rFonts w:ascii="Times New Roman" w:hAnsi="Times New Roman" w:cs="Times New Roman"/>
          <w:sz w:val="24"/>
          <w:szCs w:val="24"/>
          <w:lang w:val="sr-Latn-CS"/>
        </w:rPr>
        <w:tab/>
      </w:r>
      <w:r>
        <w:rPr>
          <w:rFonts w:ascii="Times New Roman" w:hAnsi="Times New Roman" w:cs="Times New Roman"/>
          <w:sz w:val="24"/>
          <w:szCs w:val="24"/>
          <w:lang w:val="sr-Latn-CS"/>
        </w:rPr>
        <w:tab/>
      </w:r>
      <w:r>
        <w:rPr>
          <w:rFonts w:ascii="Times New Roman" w:hAnsi="Times New Roman" w:cs="Times New Roman"/>
          <w:sz w:val="24"/>
          <w:szCs w:val="24"/>
          <w:lang w:val="sr-Latn-CS"/>
        </w:rPr>
        <w:tab/>
      </w:r>
      <w:r>
        <w:rPr>
          <w:rFonts w:ascii="Times New Roman" w:hAnsi="Times New Roman" w:cs="Times New Roman"/>
          <w:sz w:val="24"/>
          <w:szCs w:val="24"/>
          <w:lang w:val="sr-Latn-CS"/>
        </w:rPr>
        <w:tab/>
      </w:r>
      <w:r>
        <w:rPr>
          <w:rFonts w:ascii="Times New Roman" w:hAnsi="Times New Roman" w:cs="Times New Roman"/>
          <w:sz w:val="24"/>
          <w:szCs w:val="24"/>
          <w:lang w:val="sr-Latn-CS"/>
        </w:rPr>
        <w:tab/>
        <w:t>Univerzitet Crne Gore</w:t>
      </w:r>
    </w:p>
    <w:p w:rsidR="005337FB" w:rsidRPr="00EA0E02" w:rsidRDefault="005337FB" w:rsidP="00EA0E02">
      <w:pPr>
        <w:spacing w:after="0" w:line="240" w:lineRule="auto"/>
        <w:jc w:val="both"/>
        <w:rPr>
          <w:rFonts w:ascii="Times New Roman" w:hAnsi="Times New Roman" w:cs="Times New Roman"/>
          <w:sz w:val="24"/>
          <w:szCs w:val="24"/>
        </w:rPr>
      </w:pPr>
    </w:p>
    <w:sectPr w:rsidR="005337FB" w:rsidRPr="00EA0E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
    <w:altName w:val="Times New Roman"/>
    <w:charset w:val="00"/>
    <w:family w:val="auto"/>
    <w:pitch w:val="variable"/>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7E193D"/>
    <w:multiLevelType w:val="hybridMultilevel"/>
    <w:tmpl w:val="DEBA29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DEC"/>
    <w:rsid w:val="00000DB6"/>
    <w:rsid w:val="00000EA5"/>
    <w:rsid w:val="00001392"/>
    <w:rsid w:val="000019F3"/>
    <w:rsid w:val="00001B6A"/>
    <w:rsid w:val="00002ED8"/>
    <w:rsid w:val="00003CD3"/>
    <w:rsid w:val="00011F1B"/>
    <w:rsid w:val="00012C85"/>
    <w:rsid w:val="0001674C"/>
    <w:rsid w:val="0001742D"/>
    <w:rsid w:val="000219F7"/>
    <w:rsid w:val="000223A6"/>
    <w:rsid w:val="000255BF"/>
    <w:rsid w:val="0002718C"/>
    <w:rsid w:val="0003083E"/>
    <w:rsid w:val="00032477"/>
    <w:rsid w:val="00034705"/>
    <w:rsid w:val="00036B3F"/>
    <w:rsid w:val="00036B43"/>
    <w:rsid w:val="00040E3F"/>
    <w:rsid w:val="00043736"/>
    <w:rsid w:val="000515A3"/>
    <w:rsid w:val="00053342"/>
    <w:rsid w:val="00053D3D"/>
    <w:rsid w:val="0005450C"/>
    <w:rsid w:val="00054C70"/>
    <w:rsid w:val="000550A9"/>
    <w:rsid w:val="00056B15"/>
    <w:rsid w:val="00056E63"/>
    <w:rsid w:val="0006040A"/>
    <w:rsid w:val="00062723"/>
    <w:rsid w:val="00065121"/>
    <w:rsid w:val="0006547F"/>
    <w:rsid w:val="000703B9"/>
    <w:rsid w:val="00070B14"/>
    <w:rsid w:val="00071BFB"/>
    <w:rsid w:val="000732C5"/>
    <w:rsid w:val="00073C39"/>
    <w:rsid w:val="0007572E"/>
    <w:rsid w:val="0007613E"/>
    <w:rsid w:val="00081E51"/>
    <w:rsid w:val="00084DF6"/>
    <w:rsid w:val="00090A6A"/>
    <w:rsid w:val="00091CEB"/>
    <w:rsid w:val="00095425"/>
    <w:rsid w:val="0009564B"/>
    <w:rsid w:val="000971BA"/>
    <w:rsid w:val="000A24C2"/>
    <w:rsid w:val="000A74EB"/>
    <w:rsid w:val="000B289C"/>
    <w:rsid w:val="000B419A"/>
    <w:rsid w:val="000B5547"/>
    <w:rsid w:val="000B6D56"/>
    <w:rsid w:val="000B7EF1"/>
    <w:rsid w:val="000C09FF"/>
    <w:rsid w:val="000C18A3"/>
    <w:rsid w:val="000C2EE3"/>
    <w:rsid w:val="000C3AD3"/>
    <w:rsid w:val="000C3E94"/>
    <w:rsid w:val="000C760E"/>
    <w:rsid w:val="000C7848"/>
    <w:rsid w:val="000D01C6"/>
    <w:rsid w:val="000D07D0"/>
    <w:rsid w:val="000D2507"/>
    <w:rsid w:val="000E050A"/>
    <w:rsid w:val="000E2FDD"/>
    <w:rsid w:val="000E3381"/>
    <w:rsid w:val="000E4441"/>
    <w:rsid w:val="000E49A5"/>
    <w:rsid w:val="000E5EB6"/>
    <w:rsid w:val="000E7798"/>
    <w:rsid w:val="000F1567"/>
    <w:rsid w:val="000F3D60"/>
    <w:rsid w:val="00101F94"/>
    <w:rsid w:val="001066C8"/>
    <w:rsid w:val="00110566"/>
    <w:rsid w:val="00112573"/>
    <w:rsid w:val="001145CE"/>
    <w:rsid w:val="00114EBD"/>
    <w:rsid w:val="00115697"/>
    <w:rsid w:val="00115E88"/>
    <w:rsid w:val="00116856"/>
    <w:rsid w:val="001240B4"/>
    <w:rsid w:val="00124175"/>
    <w:rsid w:val="00131C3D"/>
    <w:rsid w:val="00133EF5"/>
    <w:rsid w:val="0013591C"/>
    <w:rsid w:val="00135ADC"/>
    <w:rsid w:val="00135BE3"/>
    <w:rsid w:val="0014020D"/>
    <w:rsid w:val="001402D9"/>
    <w:rsid w:val="00142981"/>
    <w:rsid w:val="0014509F"/>
    <w:rsid w:val="00147D5A"/>
    <w:rsid w:val="00152324"/>
    <w:rsid w:val="0015304A"/>
    <w:rsid w:val="00153E89"/>
    <w:rsid w:val="001555AF"/>
    <w:rsid w:val="001561DE"/>
    <w:rsid w:val="00156441"/>
    <w:rsid w:val="00157603"/>
    <w:rsid w:val="00160AF1"/>
    <w:rsid w:val="001631B5"/>
    <w:rsid w:val="00164770"/>
    <w:rsid w:val="00166D96"/>
    <w:rsid w:val="00170940"/>
    <w:rsid w:val="00171367"/>
    <w:rsid w:val="00171A9F"/>
    <w:rsid w:val="001742D6"/>
    <w:rsid w:val="001753E4"/>
    <w:rsid w:val="00177C23"/>
    <w:rsid w:val="00183078"/>
    <w:rsid w:val="00183EE7"/>
    <w:rsid w:val="00186049"/>
    <w:rsid w:val="0019024A"/>
    <w:rsid w:val="00190335"/>
    <w:rsid w:val="00191929"/>
    <w:rsid w:val="0019309E"/>
    <w:rsid w:val="001959F7"/>
    <w:rsid w:val="00197FD1"/>
    <w:rsid w:val="001B0B58"/>
    <w:rsid w:val="001B3ED1"/>
    <w:rsid w:val="001B45F6"/>
    <w:rsid w:val="001B5476"/>
    <w:rsid w:val="001B7A3B"/>
    <w:rsid w:val="001C0C55"/>
    <w:rsid w:val="001C2F33"/>
    <w:rsid w:val="001C79B4"/>
    <w:rsid w:val="001D11A1"/>
    <w:rsid w:val="001D5F11"/>
    <w:rsid w:val="001D62EC"/>
    <w:rsid w:val="001D6E6A"/>
    <w:rsid w:val="001D706E"/>
    <w:rsid w:val="001E243C"/>
    <w:rsid w:val="001E3FC1"/>
    <w:rsid w:val="001E4A73"/>
    <w:rsid w:val="001E5258"/>
    <w:rsid w:val="001E616A"/>
    <w:rsid w:val="001F0881"/>
    <w:rsid w:val="001F4033"/>
    <w:rsid w:val="001F6DB0"/>
    <w:rsid w:val="002006E5"/>
    <w:rsid w:val="00201427"/>
    <w:rsid w:val="0020142B"/>
    <w:rsid w:val="002029B3"/>
    <w:rsid w:val="00206015"/>
    <w:rsid w:val="0020756E"/>
    <w:rsid w:val="00211892"/>
    <w:rsid w:val="00213A5E"/>
    <w:rsid w:val="00213CA9"/>
    <w:rsid w:val="00213F44"/>
    <w:rsid w:val="00215F18"/>
    <w:rsid w:val="0021622D"/>
    <w:rsid w:val="002169BD"/>
    <w:rsid w:val="00217AB2"/>
    <w:rsid w:val="0022016D"/>
    <w:rsid w:val="002211EC"/>
    <w:rsid w:val="00221B91"/>
    <w:rsid w:val="002245AF"/>
    <w:rsid w:val="0022495D"/>
    <w:rsid w:val="00224AE0"/>
    <w:rsid w:val="00227E2B"/>
    <w:rsid w:val="00231F09"/>
    <w:rsid w:val="002328F6"/>
    <w:rsid w:val="00233853"/>
    <w:rsid w:val="00235610"/>
    <w:rsid w:val="002374CA"/>
    <w:rsid w:val="002457BE"/>
    <w:rsid w:val="00247CE6"/>
    <w:rsid w:val="002543F5"/>
    <w:rsid w:val="00257307"/>
    <w:rsid w:val="00260FDE"/>
    <w:rsid w:val="00262A69"/>
    <w:rsid w:val="0026327B"/>
    <w:rsid w:val="002673B0"/>
    <w:rsid w:val="0027063B"/>
    <w:rsid w:val="00270E22"/>
    <w:rsid w:val="00271E80"/>
    <w:rsid w:val="002767DA"/>
    <w:rsid w:val="00280925"/>
    <w:rsid w:val="002867F4"/>
    <w:rsid w:val="00291120"/>
    <w:rsid w:val="00291CAD"/>
    <w:rsid w:val="00291D22"/>
    <w:rsid w:val="00291E35"/>
    <w:rsid w:val="00291EA7"/>
    <w:rsid w:val="00292993"/>
    <w:rsid w:val="00296A66"/>
    <w:rsid w:val="00296FEA"/>
    <w:rsid w:val="002A228B"/>
    <w:rsid w:val="002A7DA4"/>
    <w:rsid w:val="002B293E"/>
    <w:rsid w:val="002B5510"/>
    <w:rsid w:val="002B6B61"/>
    <w:rsid w:val="002C022F"/>
    <w:rsid w:val="002C14C1"/>
    <w:rsid w:val="002C2CC1"/>
    <w:rsid w:val="002C36F0"/>
    <w:rsid w:val="002C4EF4"/>
    <w:rsid w:val="002C4FB5"/>
    <w:rsid w:val="002C5D95"/>
    <w:rsid w:val="002D0448"/>
    <w:rsid w:val="002D3F95"/>
    <w:rsid w:val="002D51A0"/>
    <w:rsid w:val="002D6A4A"/>
    <w:rsid w:val="002E73AB"/>
    <w:rsid w:val="002F0198"/>
    <w:rsid w:val="002F716C"/>
    <w:rsid w:val="00300B4B"/>
    <w:rsid w:val="0030533F"/>
    <w:rsid w:val="003128D3"/>
    <w:rsid w:val="003151B5"/>
    <w:rsid w:val="0032028C"/>
    <w:rsid w:val="003209F6"/>
    <w:rsid w:val="00322852"/>
    <w:rsid w:val="00327347"/>
    <w:rsid w:val="00331F82"/>
    <w:rsid w:val="00333A6F"/>
    <w:rsid w:val="0034199C"/>
    <w:rsid w:val="00341F28"/>
    <w:rsid w:val="003427AE"/>
    <w:rsid w:val="003505FA"/>
    <w:rsid w:val="00352B2F"/>
    <w:rsid w:val="00354FEA"/>
    <w:rsid w:val="0035551D"/>
    <w:rsid w:val="0036208E"/>
    <w:rsid w:val="00365051"/>
    <w:rsid w:val="00365939"/>
    <w:rsid w:val="00365A24"/>
    <w:rsid w:val="00365AF5"/>
    <w:rsid w:val="00372B80"/>
    <w:rsid w:val="0037415A"/>
    <w:rsid w:val="003808EB"/>
    <w:rsid w:val="00381CE5"/>
    <w:rsid w:val="003823A8"/>
    <w:rsid w:val="003832FD"/>
    <w:rsid w:val="00383875"/>
    <w:rsid w:val="0038511D"/>
    <w:rsid w:val="00385B81"/>
    <w:rsid w:val="00387977"/>
    <w:rsid w:val="00390CDA"/>
    <w:rsid w:val="00391967"/>
    <w:rsid w:val="003937D3"/>
    <w:rsid w:val="00394BE0"/>
    <w:rsid w:val="003A18FE"/>
    <w:rsid w:val="003A241E"/>
    <w:rsid w:val="003A24DC"/>
    <w:rsid w:val="003A2533"/>
    <w:rsid w:val="003A297B"/>
    <w:rsid w:val="003B0DB0"/>
    <w:rsid w:val="003B2111"/>
    <w:rsid w:val="003B2285"/>
    <w:rsid w:val="003B315B"/>
    <w:rsid w:val="003B58DA"/>
    <w:rsid w:val="003B6CE7"/>
    <w:rsid w:val="003C0EB6"/>
    <w:rsid w:val="003C27FA"/>
    <w:rsid w:val="003C454E"/>
    <w:rsid w:val="003C5586"/>
    <w:rsid w:val="003C56B9"/>
    <w:rsid w:val="003C7A9B"/>
    <w:rsid w:val="003C7F88"/>
    <w:rsid w:val="003D2451"/>
    <w:rsid w:val="003D5629"/>
    <w:rsid w:val="003D7E34"/>
    <w:rsid w:val="003E09BC"/>
    <w:rsid w:val="003E2E5E"/>
    <w:rsid w:val="003E6EBA"/>
    <w:rsid w:val="003E759D"/>
    <w:rsid w:val="003F1EF1"/>
    <w:rsid w:val="003F2300"/>
    <w:rsid w:val="003F2708"/>
    <w:rsid w:val="003F39BC"/>
    <w:rsid w:val="003F5356"/>
    <w:rsid w:val="003F585A"/>
    <w:rsid w:val="003F6EA2"/>
    <w:rsid w:val="003F6EAF"/>
    <w:rsid w:val="004031EF"/>
    <w:rsid w:val="00403684"/>
    <w:rsid w:val="00405932"/>
    <w:rsid w:val="004078AB"/>
    <w:rsid w:val="00411466"/>
    <w:rsid w:val="00413333"/>
    <w:rsid w:val="00414ACE"/>
    <w:rsid w:val="00415402"/>
    <w:rsid w:val="004170A5"/>
    <w:rsid w:val="00417811"/>
    <w:rsid w:val="0042325D"/>
    <w:rsid w:val="004278D0"/>
    <w:rsid w:val="00431FAE"/>
    <w:rsid w:val="00432F81"/>
    <w:rsid w:val="0043338A"/>
    <w:rsid w:val="00436B1B"/>
    <w:rsid w:val="00450C10"/>
    <w:rsid w:val="00453999"/>
    <w:rsid w:val="00453A79"/>
    <w:rsid w:val="00454F84"/>
    <w:rsid w:val="00456C1C"/>
    <w:rsid w:val="00461195"/>
    <w:rsid w:val="00462AC1"/>
    <w:rsid w:val="004635FA"/>
    <w:rsid w:val="00464560"/>
    <w:rsid w:val="0046631D"/>
    <w:rsid w:val="004664AC"/>
    <w:rsid w:val="004669D1"/>
    <w:rsid w:val="00477E16"/>
    <w:rsid w:val="00481894"/>
    <w:rsid w:val="00481F06"/>
    <w:rsid w:val="0048627C"/>
    <w:rsid w:val="00486686"/>
    <w:rsid w:val="00495F3E"/>
    <w:rsid w:val="00497317"/>
    <w:rsid w:val="004A01C5"/>
    <w:rsid w:val="004A43CD"/>
    <w:rsid w:val="004B2404"/>
    <w:rsid w:val="004B31C3"/>
    <w:rsid w:val="004B431A"/>
    <w:rsid w:val="004B748A"/>
    <w:rsid w:val="004B7941"/>
    <w:rsid w:val="004C12C0"/>
    <w:rsid w:val="004C158F"/>
    <w:rsid w:val="004C2752"/>
    <w:rsid w:val="004C2816"/>
    <w:rsid w:val="004C29A7"/>
    <w:rsid w:val="004C34CC"/>
    <w:rsid w:val="004C5670"/>
    <w:rsid w:val="004C5E6D"/>
    <w:rsid w:val="004D1826"/>
    <w:rsid w:val="004D48C7"/>
    <w:rsid w:val="004E33FC"/>
    <w:rsid w:val="004E3B8F"/>
    <w:rsid w:val="004E47DF"/>
    <w:rsid w:val="004E4FB7"/>
    <w:rsid w:val="004E6B42"/>
    <w:rsid w:val="004F01A7"/>
    <w:rsid w:val="004F46C8"/>
    <w:rsid w:val="004F48BB"/>
    <w:rsid w:val="004F5EDF"/>
    <w:rsid w:val="00502828"/>
    <w:rsid w:val="005049D7"/>
    <w:rsid w:val="00506C6E"/>
    <w:rsid w:val="005104A6"/>
    <w:rsid w:val="00510EBB"/>
    <w:rsid w:val="00511D95"/>
    <w:rsid w:val="00511E6E"/>
    <w:rsid w:val="00512EC4"/>
    <w:rsid w:val="005157EB"/>
    <w:rsid w:val="005175D1"/>
    <w:rsid w:val="005215D3"/>
    <w:rsid w:val="005221AB"/>
    <w:rsid w:val="005274B7"/>
    <w:rsid w:val="005337FB"/>
    <w:rsid w:val="005346F2"/>
    <w:rsid w:val="00535BB6"/>
    <w:rsid w:val="00540410"/>
    <w:rsid w:val="00542E17"/>
    <w:rsid w:val="00543B3B"/>
    <w:rsid w:val="00544052"/>
    <w:rsid w:val="00544B28"/>
    <w:rsid w:val="00544B38"/>
    <w:rsid w:val="00547D00"/>
    <w:rsid w:val="0055009C"/>
    <w:rsid w:val="005506D3"/>
    <w:rsid w:val="00551F2C"/>
    <w:rsid w:val="005527EC"/>
    <w:rsid w:val="00553258"/>
    <w:rsid w:val="00553560"/>
    <w:rsid w:val="00556F7D"/>
    <w:rsid w:val="0056195D"/>
    <w:rsid w:val="005654DC"/>
    <w:rsid w:val="005730A4"/>
    <w:rsid w:val="00573E69"/>
    <w:rsid w:val="005770B4"/>
    <w:rsid w:val="00582130"/>
    <w:rsid w:val="005838A5"/>
    <w:rsid w:val="00595676"/>
    <w:rsid w:val="00595D4F"/>
    <w:rsid w:val="00596346"/>
    <w:rsid w:val="005A02C1"/>
    <w:rsid w:val="005A075E"/>
    <w:rsid w:val="005A0CE8"/>
    <w:rsid w:val="005A1670"/>
    <w:rsid w:val="005A5D4B"/>
    <w:rsid w:val="005B1B6A"/>
    <w:rsid w:val="005B300D"/>
    <w:rsid w:val="005B3F71"/>
    <w:rsid w:val="005B4395"/>
    <w:rsid w:val="005C267A"/>
    <w:rsid w:val="005C6989"/>
    <w:rsid w:val="005C773F"/>
    <w:rsid w:val="005D4E74"/>
    <w:rsid w:val="005D5AE4"/>
    <w:rsid w:val="005D66F5"/>
    <w:rsid w:val="005D74F4"/>
    <w:rsid w:val="005E0427"/>
    <w:rsid w:val="005E1438"/>
    <w:rsid w:val="005E295D"/>
    <w:rsid w:val="005E31F7"/>
    <w:rsid w:val="005E3EC6"/>
    <w:rsid w:val="005E6F68"/>
    <w:rsid w:val="005F1197"/>
    <w:rsid w:val="005F2236"/>
    <w:rsid w:val="005F34E6"/>
    <w:rsid w:val="005F3EBF"/>
    <w:rsid w:val="005F5D94"/>
    <w:rsid w:val="006022ED"/>
    <w:rsid w:val="00602F5A"/>
    <w:rsid w:val="006050F6"/>
    <w:rsid w:val="00605B0B"/>
    <w:rsid w:val="0061216E"/>
    <w:rsid w:val="006159AB"/>
    <w:rsid w:val="00616062"/>
    <w:rsid w:val="00621897"/>
    <w:rsid w:val="00623A2A"/>
    <w:rsid w:val="0062419C"/>
    <w:rsid w:val="00631108"/>
    <w:rsid w:val="00631501"/>
    <w:rsid w:val="0063273F"/>
    <w:rsid w:val="006330AF"/>
    <w:rsid w:val="006346C1"/>
    <w:rsid w:val="00635342"/>
    <w:rsid w:val="00640E46"/>
    <w:rsid w:val="00642FED"/>
    <w:rsid w:val="006438AB"/>
    <w:rsid w:val="0064738C"/>
    <w:rsid w:val="00647615"/>
    <w:rsid w:val="006527DB"/>
    <w:rsid w:val="006529B9"/>
    <w:rsid w:val="00654E88"/>
    <w:rsid w:val="00656FB1"/>
    <w:rsid w:val="0065796C"/>
    <w:rsid w:val="00660009"/>
    <w:rsid w:val="006641F7"/>
    <w:rsid w:val="0066561E"/>
    <w:rsid w:val="0066743B"/>
    <w:rsid w:val="00670EEF"/>
    <w:rsid w:val="00674CA8"/>
    <w:rsid w:val="00676F89"/>
    <w:rsid w:val="00681A40"/>
    <w:rsid w:val="00681D1E"/>
    <w:rsid w:val="00684F89"/>
    <w:rsid w:val="00694CE2"/>
    <w:rsid w:val="006A27E0"/>
    <w:rsid w:val="006B5501"/>
    <w:rsid w:val="006B5DA6"/>
    <w:rsid w:val="006C10DD"/>
    <w:rsid w:val="006C27A8"/>
    <w:rsid w:val="006C27C7"/>
    <w:rsid w:val="006C53DB"/>
    <w:rsid w:val="006C54E9"/>
    <w:rsid w:val="006C68DE"/>
    <w:rsid w:val="006C778B"/>
    <w:rsid w:val="006D369F"/>
    <w:rsid w:val="006D4BF9"/>
    <w:rsid w:val="006D4C87"/>
    <w:rsid w:val="006D4CFE"/>
    <w:rsid w:val="006E007E"/>
    <w:rsid w:val="006E1024"/>
    <w:rsid w:val="006E1367"/>
    <w:rsid w:val="006E143E"/>
    <w:rsid w:val="006E6362"/>
    <w:rsid w:val="006F47B6"/>
    <w:rsid w:val="006F6E17"/>
    <w:rsid w:val="007009A9"/>
    <w:rsid w:val="0070183F"/>
    <w:rsid w:val="00703182"/>
    <w:rsid w:val="007077C5"/>
    <w:rsid w:val="0071384A"/>
    <w:rsid w:val="00714CB7"/>
    <w:rsid w:val="00714D3B"/>
    <w:rsid w:val="00715825"/>
    <w:rsid w:val="0071584D"/>
    <w:rsid w:val="00717E0E"/>
    <w:rsid w:val="00721B2B"/>
    <w:rsid w:val="00721FCE"/>
    <w:rsid w:val="00723A05"/>
    <w:rsid w:val="0073050F"/>
    <w:rsid w:val="007331DE"/>
    <w:rsid w:val="00733DEC"/>
    <w:rsid w:val="00735F4F"/>
    <w:rsid w:val="00737335"/>
    <w:rsid w:val="007402BE"/>
    <w:rsid w:val="007415C5"/>
    <w:rsid w:val="00743083"/>
    <w:rsid w:val="00743D1B"/>
    <w:rsid w:val="00744D4E"/>
    <w:rsid w:val="00751BB6"/>
    <w:rsid w:val="00753A75"/>
    <w:rsid w:val="00756C27"/>
    <w:rsid w:val="0076040C"/>
    <w:rsid w:val="007613FB"/>
    <w:rsid w:val="00765B05"/>
    <w:rsid w:val="00765CF0"/>
    <w:rsid w:val="0077144F"/>
    <w:rsid w:val="00772599"/>
    <w:rsid w:val="00774777"/>
    <w:rsid w:val="007777ED"/>
    <w:rsid w:val="007811D0"/>
    <w:rsid w:val="00783966"/>
    <w:rsid w:val="00783E03"/>
    <w:rsid w:val="007858EF"/>
    <w:rsid w:val="007876C2"/>
    <w:rsid w:val="007A0EC4"/>
    <w:rsid w:val="007A532B"/>
    <w:rsid w:val="007A5A7F"/>
    <w:rsid w:val="007A7721"/>
    <w:rsid w:val="007B2CB6"/>
    <w:rsid w:val="007B4CB9"/>
    <w:rsid w:val="007B58D1"/>
    <w:rsid w:val="007B6D02"/>
    <w:rsid w:val="007C065F"/>
    <w:rsid w:val="007C1A24"/>
    <w:rsid w:val="007C357A"/>
    <w:rsid w:val="007C4D3B"/>
    <w:rsid w:val="007C5465"/>
    <w:rsid w:val="007D2F94"/>
    <w:rsid w:val="007D3B4D"/>
    <w:rsid w:val="007D42D6"/>
    <w:rsid w:val="007D5E0E"/>
    <w:rsid w:val="007E2B2B"/>
    <w:rsid w:val="007E44FD"/>
    <w:rsid w:val="007F12E6"/>
    <w:rsid w:val="007F20C2"/>
    <w:rsid w:val="007F2DD1"/>
    <w:rsid w:val="007F43B0"/>
    <w:rsid w:val="007F617E"/>
    <w:rsid w:val="00800680"/>
    <w:rsid w:val="00801A32"/>
    <w:rsid w:val="00803255"/>
    <w:rsid w:val="008032A8"/>
    <w:rsid w:val="00804CB6"/>
    <w:rsid w:val="00806A2A"/>
    <w:rsid w:val="008117A5"/>
    <w:rsid w:val="00812EBF"/>
    <w:rsid w:val="0081720F"/>
    <w:rsid w:val="00820A06"/>
    <w:rsid w:val="00823308"/>
    <w:rsid w:val="00824B7F"/>
    <w:rsid w:val="00826C26"/>
    <w:rsid w:val="0084198F"/>
    <w:rsid w:val="00843783"/>
    <w:rsid w:val="00846CB9"/>
    <w:rsid w:val="00850CA1"/>
    <w:rsid w:val="0085156F"/>
    <w:rsid w:val="0085169C"/>
    <w:rsid w:val="008569C6"/>
    <w:rsid w:val="00857639"/>
    <w:rsid w:val="00863945"/>
    <w:rsid w:val="00865EAE"/>
    <w:rsid w:val="0086716A"/>
    <w:rsid w:val="00867267"/>
    <w:rsid w:val="00871F92"/>
    <w:rsid w:val="00872340"/>
    <w:rsid w:val="00874152"/>
    <w:rsid w:val="00875490"/>
    <w:rsid w:val="00875C35"/>
    <w:rsid w:val="008764F5"/>
    <w:rsid w:val="00876AA3"/>
    <w:rsid w:val="00881C95"/>
    <w:rsid w:val="00884428"/>
    <w:rsid w:val="00884D9E"/>
    <w:rsid w:val="008854A4"/>
    <w:rsid w:val="0088573F"/>
    <w:rsid w:val="00886B10"/>
    <w:rsid w:val="0089035C"/>
    <w:rsid w:val="00891142"/>
    <w:rsid w:val="0089155D"/>
    <w:rsid w:val="00896167"/>
    <w:rsid w:val="00897048"/>
    <w:rsid w:val="008976AC"/>
    <w:rsid w:val="008A03FA"/>
    <w:rsid w:val="008A16ED"/>
    <w:rsid w:val="008A2A9D"/>
    <w:rsid w:val="008A316C"/>
    <w:rsid w:val="008A5885"/>
    <w:rsid w:val="008A5973"/>
    <w:rsid w:val="008A59BA"/>
    <w:rsid w:val="008A6E2D"/>
    <w:rsid w:val="008A7B6B"/>
    <w:rsid w:val="008A7FE7"/>
    <w:rsid w:val="008B2299"/>
    <w:rsid w:val="008B421F"/>
    <w:rsid w:val="008B7399"/>
    <w:rsid w:val="008B7CE7"/>
    <w:rsid w:val="008C0E18"/>
    <w:rsid w:val="008C1A98"/>
    <w:rsid w:val="008C4C05"/>
    <w:rsid w:val="008C6F12"/>
    <w:rsid w:val="008D3D07"/>
    <w:rsid w:val="008D4E8D"/>
    <w:rsid w:val="008D5089"/>
    <w:rsid w:val="008D5869"/>
    <w:rsid w:val="008D5A34"/>
    <w:rsid w:val="008D650E"/>
    <w:rsid w:val="008D6E9A"/>
    <w:rsid w:val="008E3F9B"/>
    <w:rsid w:val="008E429B"/>
    <w:rsid w:val="008E5280"/>
    <w:rsid w:val="008E541E"/>
    <w:rsid w:val="008E5AB9"/>
    <w:rsid w:val="008E7AFC"/>
    <w:rsid w:val="008F4BE9"/>
    <w:rsid w:val="008F5DA9"/>
    <w:rsid w:val="00902831"/>
    <w:rsid w:val="00903DB4"/>
    <w:rsid w:val="00907AB3"/>
    <w:rsid w:val="00912BC1"/>
    <w:rsid w:val="0091435E"/>
    <w:rsid w:val="00923DC1"/>
    <w:rsid w:val="00924657"/>
    <w:rsid w:val="00924685"/>
    <w:rsid w:val="009268E3"/>
    <w:rsid w:val="009273F9"/>
    <w:rsid w:val="0093237C"/>
    <w:rsid w:val="00937131"/>
    <w:rsid w:val="009405A2"/>
    <w:rsid w:val="00947277"/>
    <w:rsid w:val="009477C2"/>
    <w:rsid w:val="00947CE0"/>
    <w:rsid w:val="00955564"/>
    <w:rsid w:val="00955868"/>
    <w:rsid w:val="00957878"/>
    <w:rsid w:val="00960FD0"/>
    <w:rsid w:val="00966663"/>
    <w:rsid w:val="00966E1E"/>
    <w:rsid w:val="009758F5"/>
    <w:rsid w:val="00982A92"/>
    <w:rsid w:val="00984C8C"/>
    <w:rsid w:val="00986437"/>
    <w:rsid w:val="00992D72"/>
    <w:rsid w:val="0099473F"/>
    <w:rsid w:val="009A2507"/>
    <w:rsid w:val="009A50E8"/>
    <w:rsid w:val="009A608C"/>
    <w:rsid w:val="009A6260"/>
    <w:rsid w:val="009A68C5"/>
    <w:rsid w:val="009A7D21"/>
    <w:rsid w:val="009B1454"/>
    <w:rsid w:val="009B3279"/>
    <w:rsid w:val="009B32E3"/>
    <w:rsid w:val="009B37E9"/>
    <w:rsid w:val="009B3E9C"/>
    <w:rsid w:val="009B48DB"/>
    <w:rsid w:val="009B56CB"/>
    <w:rsid w:val="009B78DE"/>
    <w:rsid w:val="009C1551"/>
    <w:rsid w:val="009C62B9"/>
    <w:rsid w:val="009C6F75"/>
    <w:rsid w:val="009D0448"/>
    <w:rsid w:val="009D276D"/>
    <w:rsid w:val="009D3A58"/>
    <w:rsid w:val="009E339B"/>
    <w:rsid w:val="009E4091"/>
    <w:rsid w:val="009E5A2A"/>
    <w:rsid w:val="009F0395"/>
    <w:rsid w:val="009F4B3C"/>
    <w:rsid w:val="009F5615"/>
    <w:rsid w:val="00A03198"/>
    <w:rsid w:val="00A04BAF"/>
    <w:rsid w:val="00A05BC3"/>
    <w:rsid w:val="00A0772E"/>
    <w:rsid w:val="00A07F78"/>
    <w:rsid w:val="00A12388"/>
    <w:rsid w:val="00A14E29"/>
    <w:rsid w:val="00A159E0"/>
    <w:rsid w:val="00A203EB"/>
    <w:rsid w:val="00A20D58"/>
    <w:rsid w:val="00A214CA"/>
    <w:rsid w:val="00A21992"/>
    <w:rsid w:val="00A24059"/>
    <w:rsid w:val="00A2546B"/>
    <w:rsid w:val="00A325FB"/>
    <w:rsid w:val="00A34219"/>
    <w:rsid w:val="00A35FD5"/>
    <w:rsid w:val="00A36437"/>
    <w:rsid w:val="00A40610"/>
    <w:rsid w:val="00A40D8F"/>
    <w:rsid w:val="00A441B5"/>
    <w:rsid w:val="00A45E32"/>
    <w:rsid w:val="00A514F3"/>
    <w:rsid w:val="00A517BC"/>
    <w:rsid w:val="00A52155"/>
    <w:rsid w:val="00A535FA"/>
    <w:rsid w:val="00A56A36"/>
    <w:rsid w:val="00A5782E"/>
    <w:rsid w:val="00A6310D"/>
    <w:rsid w:val="00A658EA"/>
    <w:rsid w:val="00A65FF7"/>
    <w:rsid w:val="00A66700"/>
    <w:rsid w:val="00A66733"/>
    <w:rsid w:val="00A732D3"/>
    <w:rsid w:val="00A74696"/>
    <w:rsid w:val="00A76B82"/>
    <w:rsid w:val="00A82C9D"/>
    <w:rsid w:val="00A85A2C"/>
    <w:rsid w:val="00A8688D"/>
    <w:rsid w:val="00A906B2"/>
    <w:rsid w:val="00A97600"/>
    <w:rsid w:val="00AA0221"/>
    <w:rsid w:val="00AA1864"/>
    <w:rsid w:val="00AA45A6"/>
    <w:rsid w:val="00AA594D"/>
    <w:rsid w:val="00AB23AA"/>
    <w:rsid w:val="00AB26DA"/>
    <w:rsid w:val="00AB2A35"/>
    <w:rsid w:val="00AB522B"/>
    <w:rsid w:val="00AC0B64"/>
    <w:rsid w:val="00AC0CDD"/>
    <w:rsid w:val="00AC3BF9"/>
    <w:rsid w:val="00AC72E1"/>
    <w:rsid w:val="00AD0274"/>
    <w:rsid w:val="00AD0C9B"/>
    <w:rsid w:val="00AD30A2"/>
    <w:rsid w:val="00AD3EDF"/>
    <w:rsid w:val="00AD4225"/>
    <w:rsid w:val="00AD4C47"/>
    <w:rsid w:val="00AD5D98"/>
    <w:rsid w:val="00AD6A17"/>
    <w:rsid w:val="00AD723C"/>
    <w:rsid w:val="00AE1412"/>
    <w:rsid w:val="00AE24FF"/>
    <w:rsid w:val="00AE3FFF"/>
    <w:rsid w:val="00AE5262"/>
    <w:rsid w:val="00AE6241"/>
    <w:rsid w:val="00AF0479"/>
    <w:rsid w:val="00AF08B9"/>
    <w:rsid w:val="00AF3880"/>
    <w:rsid w:val="00AF4781"/>
    <w:rsid w:val="00AF6808"/>
    <w:rsid w:val="00AF707F"/>
    <w:rsid w:val="00AF7484"/>
    <w:rsid w:val="00B005A2"/>
    <w:rsid w:val="00B045CA"/>
    <w:rsid w:val="00B047A6"/>
    <w:rsid w:val="00B0481F"/>
    <w:rsid w:val="00B051A1"/>
    <w:rsid w:val="00B12A54"/>
    <w:rsid w:val="00B13E67"/>
    <w:rsid w:val="00B205ED"/>
    <w:rsid w:val="00B235FF"/>
    <w:rsid w:val="00B257D4"/>
    <w:rsid w:val="00B26EE8"/>
    <w:rsid w:val="00B32140"/>
    <w:rsid w:val="00B33904"/>
    <w:rsid w:val="00B33920"/>
    <w:rsid w:val="00B33E78"/>
    <w:rsid w:val="00B378AC"/>
    <w:rsid w:val="00B40359"/>
    <w:rsid w:val="00B42A75"/>
    <w:rsid w:val="00B43B3F"/>
    <w:rsid w:val="00B62473"/>
    <w:rsid w:val="00B633C2"/>
    <w:rsid w:val="00B6370F"/>
    <w:rsid w:val="00B65732"/>
    <w:rsid w:val="00B659D9"/>
    <w:rsid w:val="00B667DE"/>
    <w:rsid w:val="00B66882"/>
    <w:rsid w:val="00B7029D"/>
    <w:rsid w:val="00B717C1"/>
    <w:rsid w:val="00B73395"/>
    <w:rsid w:val="00B73B3B"/>
    <w:rsid w:val="00B74F00"/>
    <w:rsid w:val="00B760D9"/>
    <w:rsid w:val="00B86DCB"/>
    <w:rsid w:val="00B9079C"/>
    <w:rsid w:val="00B916CB"/>
    <w:rsid w:val="00B91C8B"/>
    <w:rsid w:val="00B9314E"/>
    <w:rsid w:val="00B93960"/>
    <w:rsid w:val="00B93FC6"/>
    <w:rsid w:val="00BA09E0"/>
    <w:rsid w:val="00BA26D5"/>
    <w:rsid w:val="00BA3D94"/>
    <w:rsid w:val="00BA4E8C"/>
    <w:rsid w:val="00BA6107"/>
    <w:rsid w:val="00BA67AB"/>
    <w:rsid w:val="00BB0C71"/>
    <w:rsid w:val="00BB3A73"/>
    <w:rsid w:val="00BB6AF5"/>
    <w:rsid w:val="00BC06E1"/>
    <w:rsid w:val="00BC2F4F"/>
    <w:rsid w:val="00BC3D99"/>
    <w:rsid w:val="00BD37E7"/>
    <w:rsid w:val="00BD4870"/>
    <w:rsid w:val="00BD6375"/>
    <w:rsid w:val="00BE26C8"/>
    <w:rsid w:val="00BF11CC"/>
    <w:rsid w:val="00BF289E"/>
    <w:rsid w:val="00BF290E"/>
    <w:rsid w:val="00BF7963"/>
    <w:rsid w:val="00C0258A"/>
    <w:rsid w:val="00C027DE"/>
    <w:rsid w:val="00C03241"/>
    <w:rsid w:val="00C0349E"/>
    <w:rsid w:val="00C056E3"/>
    <w:rsid w:val="00C11F70"/>
    <w:rsid w:val="00C128F8"/>
    <w:rsid w:val="00C20B45"/>
    <w:rsid w:val="00C20B5D"/>
    <w:rsid w:val="00C231DD"/>
    <w:rsid w:val="00C23532"/>
    <w:rsid w:val="00C2757A"/>
    <w:rsid w:val="00C31B48"/>
    <w:rsid w:val="00C368CB"/>
    <w:rsid w:val="00C42CF0"/>
    <w:rsid w:val="00C42D22"/>
    <w:rsid w:val="00C47B8F"/>
    <w:rsid w:val="00C5176D"/>
    <w:rsid w:val="00C525C2"/>
    <w:rsid w:val="00C55641"/>
    <w:rsid w:val="00C56234"/>
    <w:rsid w:val="00C606AE"/>
    <w:rsid w:val="00C62AF9"/>
    <w:rsid w:val="00C67725"/>
    <w:rsid w:val="00C74ADB"/>
    <w:rsid w:val="00C76CC8"/>
    <w:rsid w:val="00C770DC"/>
    <w:rsid w:val="00C77873"/>
    <w:rsid w:val="00C8093B"/>
    <w:rsid w:val="00C86321"/>
    <w:rsid w:val="00C90A0D"/>
    <w:rsid w:val="00C933CB"/>
    <w:rsid w:val="00C94478"/>
    <w:rsid w:val="00CA1595"/>
    <w:rsid w:val="00CA16AA"/>
    <w:rsid w:val="00CA2DEE"/>
    <w:rsid w:val="00CA3B06"/>
    <w:rsid w:val="00CA4294"/>
    <w:rsid w:val="00CA45E5"/>
    <w:rsid w:val="00CA466C"/>
    <w:rsid w:val="00CA4961"/>
    <w:rsid w:val="00CA55FE"/>
    <w:rsid w:val="00CB14BB"/>
    <w:rsid w:val="00CB50E7"/>
    <w:rsid w:val="00CC0131"/>
    <w:rsid w:val="00CC2BED"/>
    <w:rsid w:val="00CC5F97"/>
    <w:rsid w:val="00CD1FE7"/>
    <w:rsid w:val="00CD258A"/>
    <w:rsid w:val="00CD29F1"/>
    <w:rsid w:val="00CD3AAD"/>
    <w:rsid w:val="00CD4ED1"/>
    <w:rsid w:val="00CD5203"/>
    <w:rsid w:val="00CE7157"/>
    <w:rsid w:val="00CE75FE"/>
    <w:rsid w:val="00CF1FC3"/>
    <w:rsid w:val="00CF33D5"/>
    <w:rsid w:val="00CF450D"/>
    <w:rsid w:val="00CF6DF9"/>
    <w:rsid w:val="00D006A9"/>
    <w:rsid w:val="00D02A6A"/>
    <w:rsid w:val="00D0366D"/>
    <w:rsid w:val="00D109E5"/>
    <w:rsid w:val="00D10BC1"/>
    <w:rsid w:val="00D119F8"/>
    <w:rsid w:val="00D12D6A"/>
    <w:rsid w:val="00D14763"/>
    <w:rsid w:val="00D16794"/>
    <w:rsid w:val="00D17337"/>
    <w:rsid w:val="00D20D3A"/>
    <w:rsid w:val="00D25C10"/>
    <w:rsid w:val="00D25D01"/>
    <w:rsid w:val="00D30452"/>
    <w:rsid w:val="00D323A8"/>
    <w:rsid w:val="00D35ADF"/>
    <w:rsid w:val="00D37396"/>
    <w:rsid w:val="00D405C9"/>
    <w:rsid w:val="00D40AA6"/>
    <w:rsid w:val="00D413B3"/>
    <w:rsid w:val="00D46790"/>
    <w:rsid w:val="00D46C32"/>
    <w:rsid w:val="00D47CF3"/>
    <w:rsid w:val="00D51106"/>
    <w:rsid w:val="00D53FC1"/>
    <w:rsid w:val="00D623F0"/>
    <w:rsid w:val="00D62D79"/>
    <w:rsid w:val="00D646A2"/>
    <w:rsid w:val="00D7135B"/>
    <w:rsid w:val="00D7137A"/>
    <w:rsid w:val="00D74D00"/>
    <w:rsid w:val="00D76853"/>
    <w:rsid w:val="00D77066"/>
    <w:rsid w:val="00D83E9C"/>
    <w:rsid w:val="00D927A0"/>
    <w:rsid w:val="00D93F6B"/>
    <w:rsid w:val="00D94B5F"/>
    <w:rsid w:val="00D94CEC"/>
    <w:rsid w:val="00D96D53"/>
    <w:rsid w:val="00DA0D18"/>
    <w:rsid w:val="00DA221C"/>
    <w:rsid w:val="00DA5FDC"/>
    <w:rsid w:val="00DA6CF3"/>
    <w:rsid w:val="00DA7344"/>
    <w:rsid w:val="00DA7CF0"/>
    <w:rsid w:val="00DB1057"/>
    <w:rsid w:val="00DB6E73"/>
    <w:rsid w:val="00DB6EA7"/>
    <w:rsid w:val="00DC019E"/>
    <w:rsid w:val="00DC05D2"/>
    <w:rsid w:val="00DC2B02"/>
    <w:rsid w:val="00DC3B2A"/>
    <w:rsid w:val="00DC5C39"/>
    <w:rsid w:val="00DC73A5"/>
    <w:rsid w:val="00DD03E8"/>
    <w:rsid w:val="00DD0AAD"/>
    <w:rsid w:val="00DD3376"/>
    <w:rsid w:val="00DD7205"/>
    <w:rsid w:val="00DD7CE5"/>
    <w:rsid w:val="00DD7D29"/>
    <w:rsid w:val="00DE3992"/>
    <w:rsid w:val="00DE3C62"/>
    <w:rsid w:val="00DE4BC3"/>
    <w:rsid w:val="00DE4CC9"/>
    <w:rsid w:val="00DE7A18"/>
    <w:rsid w:val="00DF387B"/>
    <w:rsid w:val="00E0058A"/>
    <w:rsid w:val="00E01064"/>
    <w:rsid w:val="00E0176F"/>
    <w:rsid w:val="00E0203A"/>
    <w:rsid w:val="00E02319"/>
    <w:rsid w:val="00E02B24"/>
    <w:rsid w:val="00E02FAD"/>
    <w:rsid w:val="00E0415F"/>
    <w:rsid w:val="00E06456"/>
    <w:rsid w:val="00E0672E"/>
    <w:rsid w:val="00E12F14"/>
    <w:rsid w:val="00E15320"/>
    <w:rsid w:val="00E15624"/>
    <w:rsid w:val="00E157BE"/>
    <w:rsid w:val="00E225F6"/>
    <w:rsid w:val="00E23564"/>
    <w:rsid w:val="00E24B84"/>
    <w:rsid w:val="00E25B46"/>
    <w:rsid w:val="00E27507"/>
    <w:rsid w:val="00E31748"/>
    <w:rsid w:val="00E31E5D"/>
    <w:rsid w:val="00E3330C"/>
    <w:rsid w:val="00E341CD"/>
    <w:rsid w:val="00E40434"/>
    <w:rsid w:val="00E50996"/>
    <w:rsid w:val="00E5656C"/>
    <w:rsid w:val="00E611B2"/>
    <w:rsid w:val="00E61229"/>
    <w:rsid w:val="00E64A74"/>
    <w:rsid w:val="00E64CC7"/>
    <w:rsid w:val="00E66483"/>
    <w:rsid w:val="00E67C75"/>
    <w:rsid w:val="00E7253F"/>
    <w:rsid w:val="00E739FA"/>
    <w:rsid w:val="00E73E48"/>
    <w:rsid w:val="00E771AC"/>
    <w:rsid w:val="00E85FDE"/>
    <w:rsid w:val="00E86755"/>
    <w:rsid w:val="00E92519"/>
    <w:rsid w:val="00E978BB"/>
    <w:rsid w:val="00E97A4D"/>
    <w:rsid w:val="00E97F83"/>
    <w:rsid w:val="00EA0E02"/>
    <w:rsid w:val="00EA128D"/>
    <w:rsid w:val="00EA3482"/>
    <w:rsid w:val="00EA4088"/>
    <w:rsid w:val="00EA63E1"/>
    <w:rsid w:val="00EA6A59"/>
    <w:rsid w:val="00EB53A0"/>
    <w:rsid w:val="00EC0F81"/>
    <w:rsid w:val="00EC24C8"/>
    <w:rsid w:val="00EC37E5"/>
    <w:rsid w:val="00EC3A42"/>
    <w:rsid w:val="00EC4742"/>
    <w:rsid w:val="00EC4B1E"/>
    <w:rsid w:val="00EC517F"/>
    <w:rsid w:val="00EC5414"/>
    <w:rsid w:val="00EC5738"/>
    <w:rsid w:val="00EC5DC8"/>
    <w:rsid w:val="00EC6666"/>
    <w:rsid w:val="00EC726D"/>
    <w:rsid w:val="00ED2D50"/>
    <w:rsid w:val="00ED36C5"/>
    <w:rsid w:val="00ED4F04"/>
    <w:rsid w:val="00ED662D"/>
    <w:rsid w:val="00EE2933"/>
    <w:rsid w:val="00EE2E5A"/>
    <w:rsid w:val="00EE54F3"/>
    <w:rsid w:val="00EE5CAA"/>
    <w:rsid w:val="00EF16A3"/>
    <w:rsid w:val="00EF33F2"/>
    <w:rsid w:val="00EF54CB"/>
    <w:rsid w:val="00EF54E9"/>
    <w:rsid w:val="00EF69E6"/>
    <w:rsid w:val="00EF743F"/>
    <w:rsid w:val="00EF7626"/>
    <w:rsid w:val="00EF77B9"/>
    <w:rsid w:val="00EF7B49"/>
    <w:rsid w:val="00F0034F"/>
    <w:rsid w:val="00F010BF"/>
    <w:rsid w:val="00F01D58"/>
    <w:rsid w:val="00F01F56"/>
    <w:rsid w:val="00F02558"/>
    <w:rsid w:val="00F031D9"/>
    <w:rsid w:val="00F03222"/>
    <w:rsid w:val="00F07730"/>
    <w:rsid w:val="00F10391"/>
    <w:rsid w:val="00F10594"/>
    <w:rsid w:val="00F10753"/>
    <w:rsid w:val="00F10B75"/>
    <w:rsid w:val="00F11583"/>
    <w:rsid w:val="00F12AA3"/>
    <w:rsid w:val="00F14869"/>
    <w:rsid w:val="00F156B2"/>
    <w:rsid w:val="00F15B2D"/>
    <w:rsid w:val="00F16C30"/>
    <w:rsid w:val="00F16F76"/>
    <w:rsid w:val="00F222BE"/>
    <w:rsid w:val="00F22FAA"/>
    <w:rsid w:val="00F24760"/>
    <w:rsid w:val="00F2496C"/>
    <w:rsid w:val="00F24A44"/>
    <w:rsid w:val="00F24D93"/>
    <w:rsid w:val="00F26AC1"/>
    <w:rsid w:val="00F271B0"/>
    <w:rsid w:val="00F30169"/>
    <w:rsid w:val="00F348F4"/>
    <w:rsid w:val="00F34994"/>
    <w:rsid w:val="00F354E8"/>
    <w:rsid w:val="00F35B84"/>
    <w:rsid w:val="00F35EB0"/>
    <w:rsid w:val="00F3675E"/>
    <w:rsid w:val="00F37482"/>
    <w:rsid w:val="00F37D02"/>
    <w:rsid w:val="00F440F2"/>
    <w:rsid w:val="00F45173"/>
    <w:rsid w:val="00F46299"/>
    <w:rsid w:val="00F466B0"/>
    <w:rsid w:val="00F47470"/>
    <w:rsid w:val="00F52492"/>
    <w:rsid w:val="00F5250B"/>
    <w:rsid w:val="00F52991"/>
    <w:rsid w:val="00F54C3F"/>
    <w:rsid w:val="00F574D2"/>
    <w:rsid w:val="00F57745"/>
    <w:rsid w:val="00F60263"/>
    <w:rsid w:val="00F618BF"/>
    <w:rsid w:val="00F62F65"/>
    <w:rsid w:val="00F6328E"/>
    <w:rsid w:val="00F65619"/>
    <w:rsid w:val="00F707FF"/>
    <w:rsid w:val="00F71E1A"/>
    <w:rsid w:val="00F7324D"/>
    <w:rsid w:val="00F74194"/>
    <w:rsid w:val="00F7662D"/>
    <w:rsid w:val="00F80E00"/>
    <w:rsid w:val="00F818BC"/>
    <w:rsid w:val="00F825AD"/>
    <w:rsid w:val="00F84197"/>
    <w:rsid w:val="00F8483B"/>
    <w:rsid w:val="00F85B88"/>
    <w:rsid w:val="00F86C3A"/>
    <w:rsid w:val="00F90166"/>
    <w:rsid w:val="00F971DA"/>
    <w:rsid w:val="00FA074A"/>
    <w:rsid w:val="00FA10EC"/>
    <w:rsid w:val="00FA14ED"/>
    <w:rsid w:val="00FA1A40"/>
    <w:rsid w:val="00FA3CCA"/>
    <w:rsid w:val="00FB0D7B"/>
    <w:rsid w:val="00FB147A"/>
    <w:rsid w:val="00FB15C6"/>
    <w:rsid w:val="00FB1F9D"/>
    <w:rsid w:val="00FB28C4"/>
    <w:rsid w:val="00FB4B79"/>
    <w:rsid w:val="00FB6847"/>
    <w:rsid w:val="00FB7E55"/>
    <w:rsid w:val="00FC028B"/>
    <w:rsid w:val="00FC0577"/>
    <w:rsid w:val="00FC1F4F"/>
    <w:rsid w:val="00FC7224"/>
    <w:rsid w:val="00FD0621"/>
    <w:rsid w:val="00FD07F6"/>
    <w:rsid w:val="00FD1DA0"/>
    <w:rsid w:val="00FD3E94"/>
    <w:rsid w:val="00FD5769"/>
    <w:rsid w:val="00FE32CC"/>
    <w:rsid w:val="00FE33EC"/>
    <w:rsid w:val="00FE38AC"/>
    <w:rsid w:val="00FE6406"/>
    <w:rsid w:val="00FF2A45"/>
    <w:rsid w:val="00FF2B16"/>
    <w:rsid w:val="00FF5D30"/>
    <w:rsid w:val="00FF64CF"/>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8E7AFC"/>
    <w:pPr>
      <w:suppressAutoHyphens/>
      <w:autoSpaceDE w:val="0"/>
      <w:autoSpaceDN w:val="0"/>
      <w:adjustRightInd w:val="0"/>
      <w:spacing w:before="100" w:after="100" w:line="288" w:lineRule="auto"/>
      <w:textAlignment w:val="center"/>
    </w:pPr>
    <w:rPr>
      <w:rFonts w:ascii="Times New Roman" w:eastAsia="Times New Roman" w:hAnsi="Times New Roman" w:cs="Times New Roman"/>
      <w:color w:val="000000"/>
      <w:sz w:val="24"/>
      <w:szCs w:val="24"/>
      <w:lang w:val="en-GB"/>
    </w:rPr>
  </w:style>
  <w:style w:type="paragraph" w:styleId="ListParagraph">
    <w:name w:val="List Paragraph"/>
    <w:basedOn w:val="Normal"/>
    <w:uiPriority w:val="34"/>
    <w:qFormat/>
    <w:rsid w:val="007F20C2"/>
    <w:pPr>
      <w:spacing w:after="0" w:line="360" w:lineRule="auto"/>
      <w:ind w:left="720" w:hanging="357"/>
      <w:contextualSpacing/>
    </w:pPr>
    <w:rPr>
      <w:rFonts w:ascii="Calibri" w:eastAsia="Calibri" w:hAnsi="Calibri" w:cs="Times New Roman"/>
      <w:lang w:val="sr-Cyrl-CS"/>
    </w:rPr>
  </w:style>
  <w:style w:type="paragraph" w:customStyle="1" w:styleId="Standard">
    <w:name w:val="Standard"/>
    <w:rsid w:val="008B7CE7"/>
    <w:pPr>
      <w:suppressAutoHyphens/>
      <w:autoSpaceDN w:val="0"/>
      <w:spacing w:after="0" w:line="240" w:lineRule="auto"/>
      <w:ind w:firstLine="709"/>
      <w:jc w:val="both"/>
      <w:textAlignment w:val="baseline"/>
    </w:pPr>
    <w:rPr>
      <w:rFonts w:ascii="Times New Roman" w:eastAsia="SimSun" w:hAnsi="Times New Roman" w:cs="F"/>
      <w:kern w:val="3"/>
      <w:lang w:val="fr-FR"/>
    </w:rPr>
  </w:style>
  <w:style w:type="character" w:styleId="FootnoteReference">
    <w:name w:val="footnote reference"/>
    <w:uiPriority w:val="99"/>
    <w:rsid w:val="000D01C6"/>
    <w:rPr>
      <w:vertAlign w:val="superscript"/>
    </w:rPr>
  </w:style>
  <w:style w:type="paragraph" w:customStyle="1" w:styleId="BodyA">
    <w:name w:val="Body A"/>
    <w:rsid w:val="000D01C6"/>
    <w:pPr>
      <w:pBdr>
        <w:top w:val="nil"/>
        <w:left w:val="nil"/>
        <w:bottom w:val="nil"/>
        <w:right w:val="nil"/>
        <w:between w:val="nil"/>
        <w:bar w:val="nil"/>
      </w:pBdr>
      <w:spacing w:after="0" w:line="240" w:lineRule="auto"/>
    </w:pPr>
    <w:rPr>
      <w:rFonts w:ascii="Arial Unicode MS" w:eastAsia="Arial Unicode MS" w:hAnsi="Arial Unicode MS" w:cs="Arial Unicode MS"/>
      <w:color w:val="000000"/>
      <w:sz w:val="24"/>
      <w:szCs w:val="24"/>
      <w:u w:color="000000"/>
      <w:bdr w:val="nil"/>
      <w:lang w:val="en-US"/>
    </w:rPr>
  </w:style>
  <w:style w:type="paragraph" w:styleId="BalloonText">
    <w:name w:val="Balloon Text"/>
    <w:basedOn w:val="Normal"/>
    <w:link w:val="BalloonTextChar"/>
    <w:uiPriority w:val="99"/>
    <w:semiHidden/>
    <w:unhideWhenUsed/>
    <w:rsid w:val="004E3B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3B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8E7AFC"/>
    <w:pPr>
      <w:suppressAutoHyphens/>
      <w:autoSpaceDE w:val="0"/>
      <w:autoSpaceDN w:val="0"/>
      <w:adjustRightInd w:val="0"/>
      <w:spacing w:before="100" w:after="100" w:line="288" w:lineRule="auto"/>
      <w:textAlignment w:val="center"/>
    </w:pPr>
    <w:rPr>
      <w:rFonts w:ascii="Times New Roman" w:eastAsia="Times New Roman" w:hAnsi="Times New Roman" w:cs="Times New Roman"/>
      <w:color w:val="000000"/>
      <w:sz w:val="24"/>
      <w:szCs w:val="24"/>
      <w:lang w:val="en-GB"/>
    </w:rPr>
  </w:style>
  <w:style w:type="paragraph" w:styleId="ListParagraph">
    <w:name w:val="List Paragraph"/>
    <w:basedOn w:val="Normal"/>
    <w:uiPriority w:val="34"/>
    <w:qFormat/>
    <w:rsid w:val="007F20C2"/>
    <w:pPr>
      <w:spacing w:after="0" w:line="360" w:lineRule="auto"/>
      <w:ind w:left="720" w:hanging="357"/>
      <w:contextualSpacing/>
    </w:pPr>
    <w:rPr>
      <w:rFonts w:ascii="Calibri" w:eastAsia="Calibri" w:hAnsi="Calibri" w:cs="Times New Roman"/>
      <w:lang w:val="sr-Cyrl-CS"/>
    </w:rPr>
  </w:style>
  <w:style w:type="paragraph" w:customStyle="1" w:styleId="Standard">
    <w:name w:val="Standard"/>
    <w:rsid w:val="008B7CE7"/>
    <w:pPr>
      <w:suppressAutoHyphens/>
      <w:autoSpaceDN w:val="0"/>
      <w:spacing w:after="0" w:line="240" w:lineRule="auto"/>
      <w:ind w:firstLine="709"/>
      <w:jc w:val="both"/>
      <w:textAlignment w:val="baseline"/>
    </w:pPr>
    <w:rPr>
      <w:rFonts w:ascii="Times New Roman" w:eastAsia="SimSun" w:hAnsi="Times New Roman" w:cs="F"/>
      <w:kern w:val="3"/>
      <w:lang w:val="fr-FR"/>
    </w:rPr>
  </w:style>
  <w:style w:type="character" w:styleId="FootnoteReference">
    <w:name w:val="footnote reference"/>
    <w:uiPriority w:val="99"/>
    <w:rsid w:val="000D01C6"/>
    <w:rPr>
      <w:vertAlign w:val="superscript"/>
    </w:rPr>
  </w:style>
  <w:style w:type="paragraph" w:customStyle="1" w:styleId="BodyA">
    <w:name w:val="Body A"/>
    <w:rsid w:val="000D01C6"/>
    <w:pPr>
      <w:pBdr>
        <w:top w:val="nil"/>
        <w:left w:val="nil"/>
        <w:bottom w:val="nil"/>
        <w:right w:val="nil"/>
        <w:between w:val="nil"/>
        <w:bar w:val="nil"/>
      </w:pBdr>
      <w:spacing w:after="0" w:line="240" w:lineRule="auto"/>
    </w:pPr>
    <w:rPr>
      <w:rFonts w:ascii="Arial Unicode MS" w:eastAsia="Arial Unicode MS" w:hAnsi="Arial Unicode MS" w:cs="Arial Unicode MS"/>
      <w:color w:val="000000"/>
      <w:sz w:val="24"/>
      <w:szCs w:val="24"/>
      <w:u w:color="000000"/>
      <w:bdr w:val="nil"/>
      <w:lang w:val="en-US"/>
    </w:rPr>
  </w:style>
  <w:style w:type="paragraph" w:styleId="BalloonText">
    <w:name w:val="Balloon Text"/>
    <w:basedOn w:val="Normal"/>
    <w:link w:val="BalloonTextChar"/>
    <w:uiPriority w:val="99"/>
    <w:semiHidden/>
    <w:unhideWhenUsed/>
    <w:rsid w:val="004E3B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3B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4AAD1-0943-4A63-975E-72BF3B46A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3</Pages>
  <Words>1416</Words>
  <Characters>8073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Korisnik1</dc:creator>
  <cp:keywords/>
  <dc:description/>
  <cp:lastModifiedBy>Korisnik1</cp:lastModifiedBy>
  <cp:revision>27</cp:revision>
  <dcterms:created xsi:type="dcterms:W3CDTF">2015-04-14T14:44:00Z</dcterms:created>
  <dcterms:modified xsi:type="dcterms:W3CDTF">2015-04-18T21:32:00Z</dcterms:modified>
</cp:coreProperties>
</file>