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88" w:rsidRDefault="00A35088" w:rsidP="00BB3DA0">
      <w:pPr>
        <w:ind w:right="567"/>
        <w:rPr>
          <w:b/>
        </w:rPr>
      </w:pPr>
      <w:bookmarkStart w:id="0" w:name="_GoBack"/>
      <w:bookmarkEnd w:id="0"/>
    </w:p>
    <w:p w:rsidR="004F749A" w:rsidRDefault="004F749A" w:rsidP="00BB3DA0">
      <w:pPr>
        <w:ind w:right="567"/>
        <w:rPr>
          <w:b/>
        </w:rPr>
      </w:pPr>
    </w:p>
    <w:p w:rsidR="00976FD1" w:rsidRDefault="005C233E" w:rsidP="00182D2A">
      <w:pPr>
        <w:ind w:right="567"/>
        <w:jc w:val="both"/>
        <w:rPr>
          <w:b/>
        </w:rPr>
      </w:pPr>
      <w:r>
        <w:rPr>
          <w:b/>
        </w:rPr>
        <w:tab/>
      </w:r>
      <w:r w:rsidR="00182D2A">
        <w:rPr>
          <w:b/>
        </w:rPr>
        <w:t>Служби за опште и правне послове</w:t>
      </w:r>
    </w:p>
    <w:p w:rsidR="00182D2A" w:rsidRDefault="00182D2A" w:rsidP="00182D2A">
      <w:pPr>
        <w:ind w:right="567"/>
        <w:jc w:val="both"/>
        <w:rPr>
          <w:b/>
        </w:rPr>
      </w:pPr>
    </w:p>
    <w:p w:rsidR="00182D2A" w:rsidRDefault="00182D2A" w:rsidP="00182D2A">
      <w:pPr>
        <w:ind w:right="567"/>
        <w:jc w:val="both"/>
        <w:rPr>
          <w:b/>
        </w:rPr>
      </w:pPr>
      <w:r>
        <w:rPr>
          <w:b/>
        </w:rPr>
        <w:tab/>
        <w:t>Предмет: Захтев за давање мишљења о педагошком раду кандидата</w:t>
      </w:r>
    </w:p>
    <w:p w:rsidR="00182D2A" w:rsidRDefault="00182D2A" w:rsidP="00182D2A">
      <w:pPr>
        <w:ind w:right="567"/>
        <w:jc w:val="both"/>
        <w:rPr>
          <w:b/>
        </w:rPr>
      </w:pPr>
    </w:p>
    <w:p w:rsidR="00182D2A" w:rsidRDefault="00182D2A" w:rsidP="00182D2A">
      <w:pPr>
        <w:ind w:right="567"/>
        <w:jc w:val="both"/>
        <w:rPr>
          <w:b/>
        </w:rPr>
      </w:pPr>
    </w:p>
    <w:p w:rsidR="00182D2A" w:rsidRDefault="00182D2A" w:rsidP="00182D2A">
      <w:pPr>
        <w:ind w:right="567"/>
        <w:jc w:val="both"/>
      </w:pPr>
      <w:r>
        <w:rPr>
          <w:b/>
        </w:rPr>
        <w:tab/>
      </w:r>
      <w:r>
        <w:tab/>
        <w:t xml:space="preserve">У вези са дописом Декана проф. др Наталије Јовановић, а у складу са Законом о </w:t>
      </w:r>
      <w:r>
        <w:tab/>
        <w:t xml:space="preserve">високом образовању и другим подзаконским актима, Студентски парламент извршио је </w:t>
      </w:r>
      <w:r>
        <w:tab/>
        <w:t>евалуацију-оцену педагошког рада кандидата:</w:t>
      </w:r>
    </w:p>
    <w:p w:rsidR="00182D2A" w:rsidRDefault="00182D2A" w:rsidP="00182D2A">
      <w:pPr>
        <w:ind w:right="567"/>
        <w:jc w:val="both"/>
      </w:pPr>
    </w:p>
    <w:p w:rsidR="00182D2A" w:rsidRDefault="00182D2A" w:rsidP="00182D2A">
      <w:pPr>
        <w:numPr>
          <w:ilvl w:val="0"/>
          <w:numId w:val="15"/>
        </w:numPr>
        <w:ind w:right="567"/>
        <w:jc w:val="both"/>
        <w:rPr>
          <w:b/>
        </w:rPr>
      </w:pPr>
      <w:r>
        <w:rPr>
          <w:b/>
        </w:rPr>
        <w:t xml:space="preserve">Др </w:t>
      </w:r>
      <w:r w:rsidR="0075075A">
        <w:rPr>
          <w:b/>
        </w:rPr>
        <w:t>Славише Недељковића</w:t>
      </w:r>
    </w:p>
    <w:p w:rsidR="00182D2A" w:rsidRDefault="00182D2A" w:rsidP="00182D2A">
      <w:pPr>
        <w:ind w:right="567"/>
        <w:jc w:val="both"/>
        <w:rPr>
          <w:b/>
        </w:rPr>
      </w:pPr>
    </w:p>
    <w:p w:rsidR="00182D2A" w:rsidRDefault="00182D2A" w:rsidP="00182D2A">
      <w:pPr>
        <w:ind w:right="567"/>
        <w:jc w:val="both"/>
      </w:pPr>
      <w:r>
        <w:rPr>
          <w:b/>
        </w:rPr>
        <w:tab/>
      </w:r>
      <w:r>
        <w:tab/>
        <w:t xml:space="preserve">Приликом оцењивања педагошког рада коришћене су две технике: анкета и </w:t>
      </w:r>
      <w:r>
        <w:tab/>
        <w:t xml:space="preserve">разговор са студентима. Комисија од 5 (пет) студената у сарадњи са Студентом </w:t>
      </w:r>
      <w:r>
        <w:tab/>
        <w:t xml:space="preserve">продеканом </w:t>
      </w:r>
      <w:r>
        <w:tab/>
        <w:t xml:space="preserve">и Председништвом парламента донела је следеће закључке из </w:t>
      </w:r>
      <w:r>
        <w:tab/>
        <w:t>анализираних података:</w:t>
      </w:r>
    </w:p>
    <w:p w:rsidR="00182D2A" w:rsidRDefault="00182D2A" w:rsidP="00182D2A">
      <w:pPr>
        <w:ind w:right="567"/>
        <w:jc w:val="both"/>
      </w:pPr>
    </w:p>
    <w:p w:rsidR="00182D2A" w:rsidRPr="00182D2A" w:rsidRDefault="00182D2A" w:rsidP="00182D2A">
      <w:pPr>
        <w:ind w:right="567"/>
        <w:jc w:val="both"/>
      </w:pPr>
      <w:r>
        <w:tab/>
      </w:r>
      <w:r>
        <w:tab/>
        <w:t xml:space="preserve">Студентски парламент даје </w:t>
      </w:r>
      <w:r>
        <w:rPr>
          <w:b/>
        </w:rPr>
        <w:t xml:space="preserve">позитивно </w:t>
      </w:r>
      <w:r>
        <w:t>ми</w:t>
      </w:r>
      <w:r w:rsidR="00032160">
        <w:t>ш</w:t>
      </w:r>
      <w:r w:rsidR="0075075A">
        <w:t xml:space="preserve">љење о раду др Славише </w:t>
      </w:r>
      <w:r w:rsidR="0075075A">
        <w:tab/>
        <w:t>Недељковића</w:t>
      </w:r>
      <w:r>
        <w:t>.</w:t>
      </w:r>
    </w:p>
    <w:p w:rsidR="00F954B6" w:rsidRPr="00E956AD" w:rsidRDefault="00F954B6" w:rsidP="00F954B6">
      <w:pPr>
        <w:ind w:right="567"/>
        <w:rPr>
          <w:lang w:val="en-US"/>
        </w:rPr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</w:p>
    <w:p w:rsidR="00F954B6" w:rsidRDefault="00F954B6" w:rsidP="00F954B6">
      <w:pPr>
        <w:ind w:right="567"/>
      </w:pPr>
      <w:r>
        <w:tab/>
        <w:t xml:space="preserve">У Нишу, </w:t>
      </w:r>
    </w:p>
    <w:p w:rsidR="00F954B6" w:rsidRDefault="008D2D6D" w:rsidP="00F954B6">
      <w:pPr>
        <w:ind w:right="567"/>
      </w:pPr>
      <w:r>
        <w:tab/>
      </w:r>
      <w:r w:rsidR="0075075A">
        <w:t>09</w:t>
      </w:r>
      <w:r w:rsidR="00182D2A">
        <w:t>.</w:t>
      </w:r>
      <w:r w:rsidR="0075075A">
        <w:t xml:space="preserve"> јануар</w:t>
      </w:r>
      <w:r w:rsidR="00182D2A">
        <w:t xml:space="preserve"> </w:t>
      </w:r>
      <w:r w:rsidR="0075075A">
        <w:t>2020</w:t>
      </w:r>
      <w:r w:rsidR="00F572B2">
        <w:t>. године</w:t>
      </w:r>
      <w:r w:rsidR="00F954B6">
        <w:tab/>
      </w:r>
      <w:r w:rsidR="00F954B6">
        <w:tab/>
      </w:r>
      <w:r w:rsidR="00F954B6">
        <w:tab/>
      </w:r>
      <w:r w:rsidR="008B7652">
        <w:t xml:space="preserve">           </w:t>
      </w:r>
      <w:r w:rsidR="00F572B2">
        <w:t xml:space="preserve"> </w:t>
      </w:r>
      <w:r w:rsidR="00F954B6">
        <w:t>______________________</w:t>
      </w:r>
    </w:p>
    <w:p w:rsidR="00F954B6" w:rsidRDefault="00F954B6" w:rsidP="00F572B2">
      <w:pPr>
        <w:ind w:righ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7652">
        <w:t xml:space="preserve">                </w:t>
      </w:r>
      <w:r w:rsidR="00F572B2">
        <w:t xml:space="preserve"> </w:t>
      </w:r>
      <w:r w:rsidR="008B7652">
        <w:t>Марко Сотировић</w:t>
      </w:r>
    </w:p>
    <w:p w:rsidR="00F572B2" w:rsidRPr="00F954B6" w:rsidRDefault="001839FE" w:rsidP="00F572B2">
      <w:pPr>
        <w:ind w:right="567"/>
      </w:pPr>
      <w:r>
        <w:tab/>
      </w:r>
      <w:r>
        <w:tab/>
      </w:r>
      <w:r>
        <w:tab/>
      </w:r>
      <w:r>
        <w:tab/>
        <w:t xml:space="preserve">            </w:t>
      </w:r>
      <w:r w:rsidR="008B7652">
        <w:t xml:space="preserve">                 Студент продекан Филозофског факултета у Нишу</w:t>
      </w:r>
      <w:r>
        <w:t xml:space="preserve"> </w:t>
      </w:r>
    </w:p>
    <w:p w:rsidR="008856DB" w:rsidRPr="004F749A" w:rsidRDefault="008856DB" w:rsidP="00AE70A6">
      <w:pPr>
        <w:ind w:right="567"/>
        <w:jc w:val="center"/>
      </w:pPr>
    </w:p>
    <w:sectPr w:rsidR="008856DB" w:rsidRPr="004F749A" w:rsidSect="00511727">
      <w:headerReference w:type="first" r:id="rId8"/>
      <w:footerReference w:type="first" r:id="rId9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B3" w:rsidRDefault="00402AB3">
      <w:r>
        <w:separator/>
      </w:r>
    </w:p>
  </w:endnote>
  <w:endnote w:type="continuationSeparator" w:id="0">
    <w:p w:rsidR="00402AB3" w:rsidRDefault="0040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1AE" w:rsidRPr="00E94242" w:rsidRDefault="005141AE" w:rsidP="00F6794A">
    <w:pPr>
      <w:pStyle w:val="Footer"/>
      <w:jc w:val="center"/>
      <w:rPr>
        <w:b/>
        <w:lang w:val="sr-Latn-CS"/>
      </w:rPr>
    </w:pPr>
    <w:r w:rsidRPr="00E94242">
      <w:rPr>
        <w:b/>
        <w:lang w:val="sr-Latn-CS"/>
      </w:rPr>
      <w:t>_________________________________</w:t>
    </w:r>
    <w:r w:rsidR="00F6794A" w:rsidRPr="00E94242">
      <w:rPr>
        <w:b/>
        <w:lang w:val="sr-Latn-CS"/>
      </w:rPr>
      <w:t>www.filfak.ni.ac.rs_</w:t>
    </w:r>
    <w:r w:rsidRPr="00E94242">
      <w:rPr>
        <w:b/>
        <w:lang w:val="sr-Latn-CS"/>
      </w:rPr>
      <w:t>_________________</w:t>
    </w:r>
    <w:r w:rsidR="00F6794A" w:rsidRPr="00E94242">
      <w:rPr>
        <w:b/>
        <w:lang w:val="sr-Latn-CS"/>
      </w:rPr>
      <w:t>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B3" w:rsidRDefault="00402AB3">
      <w:r>
        <w:separator/>
      </w:r>
    </w:p>
  </w:footnote>
  <w:footnote w:type="continuationSeparator" w:id="0">
    <w:p w:rsidR="00402AB3" w:rsidRDefault="00402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1AE" w:rsidRDefault="006433EE">
    <w:pPr>
      <w:pStyle w:val="Header"/>
    </w:pPr>
    <w:r>
      <w:rPr>
        <w:noProof/>
        <w:sz w:val="20"/>
        <w:lang w:val="sr-Latn-RS" w:eastAsia="sr-Latn-RS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4038600</wp:posOffset>
              </wp:positionH>
              <wp:positionV relativeFrom="paragraph">
                <wp:posOffset>-12065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-73" y="0"/>
                  <wp:lineTo x="-73" y="21424"/>
                  <wp:lineTo x="21600" y="21424"/>
                  <wp:lineTo x="21600" y="0"/>
                  <wp:lineTo x="-73" y="0"/>
                </wp:wrapPolygon>
              </wp:wrapTight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5141AE" w:rsidRDefault="005141AE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FB41F9" w:rsidRPr="00FB41F9" w:rsidRDefault="00FB41F9">
                          <w:pPr>
                            <w:rPr>
                              <w:b/>
                              <w:i/>
                              <w:iCs/>
                              <w:sz w:val="28"/>
                              <w:szCs w:val="28"/>
                              <w:u w:val="single"/>
                              <w:lang w:val="sr-Cyrl-CS"/>
                            </w:rPr>
                          </w:pPr>
                          <w:r w:rsidRPr="00FB41F9">
                            <w:rPr>
                              <w:rStyle w:val="hps"/>
                              <w:b/>
                              <w:i/>
                              <w:sz w:val="28"/>
                              <w:szCs w:val="28"/>
                              <w:u w:val="single"/>
                              <w:shd w:val="clear" w:color="auto" w:fill="F5F5F5"/>
                            </w:rPr>
                            <w:t>STUDENT</w:t>
                          </w:r>
                          <w:r w:rsidR="00DB7566" w:rsidRPr="00FB41F9">
                            <w:rPr>
                              <w:rStyle w:val="hps"/>
                              <w:b/>
                              <w:i/>
                              <w:sz w:val="28"/>
                              <w:szCs w:val="28"/>
                              <w:u w:val="single"/>
                              <w:shd w:val="clear" w:color="auto" w:fill="F5F5F5"/>
                            </w:rPr>
                            <w:t>S</w:t>
                          </w:r>
                          <w:r>
                            <w:rPr>
                              <w:rStyle w:val="hps"/>
                              <w:b/>
                              <w:i/>
                              <w:sz w:val="28"/>
                              <w:szCs w:val="28"/>
                              <w:u w:val="single"/>
                              <w:shd w:val="clear" w:color="auto" w:fill="F5F5F5"/>
                              <w:lang w:val="sr-Cyrl-CS"/>
                            </w:rPr>
                            <w:t>`</w:t>
                          </w:r>
                          <w:r w:rsidR="00DB7566">
                            <w:rPr>
                              <w:rStyle w:val="hps"/>
                              <w:b/>
                              <w:i/>
                              <w:sz w:val="28"/>
                              <w:szCs w:val="28"/>
                              <w:u w:val="single"/>
                              <w:shd w:val="clear" w:color="auto" w:fill="F5F5F5"/>
                              <w:lang w:val="sr-Cyrl-CS"/>
                            </w:rPr>
                            <w:t xml:space="preserve"> </w:t>
                          </w:r>
                          <w:r w:rsidRPr="00FB41F9">
                            <w:rPr>
                              <w:rStyle w:val="hps"/>
                              <w:b/>
                              <w:i/>
                              <w:sz w:val="28"/>
                              <w:szCs w:val="28"/>
                              <w:u w:val="single"/>
                              <w:shd w:val="clear" w:color="auto" w:fill="F5F5F5"/>
                            </w:rPr>
                            <w:t>PARLIAMENT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91</w:t>
                          </w:r>
                        </w:p>
                        <w:p w:rsidR="005141AE" w:rsidRDefault="005141AE">
                          <w:pPr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e-mail </w:t>
                          </w:r>
                          <w:r w:rsidR="00FB41F9">
                            <w:rPr>
                              <w:i/>
                              <w:iCs/>
                              <w:sz w:val="22"/>
                              <w:lang w:val="en-US"/>
                            </w:rPr>
                            <w:t>predsednikparlamenta</w:t>
                          </w:r>
                          <w:r w:rsidR="004D6873">
                            <w:rPr>
                              <w:i/>
                              <w:iCs/>
                              <w:sz w:val="22"/>
                            </w:rPr>
                            <w:t>@filfak.ni.ac.rs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18pt;margin-top:-.95pt;width:222pt;height:91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8Negw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" stroked="f">
              <v:textbox>
                <w:txbxContent>
                  <w:p w:rsidR="005141AE" w:rsidRDefault="005141AE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5141AE" w:rsidRDefault="005141AE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FB41F9" w:rsidRPr="00FB41F9" w:rsidRDefault="00FB41F9">
                    <w:pPr>
                      <w:rPr>
                        <w:b/>
                        <w:i/>
                        <w:iCs/>
                        <w:sz w:val="28"/>
                        <w:szCs w:val="28"/>
                        <w:u w:val="single"/>
                        <w:lang w:val="sr-Cyrl-CS"/>
                      </w:rPr>
                    </w:pPr>
                    <w:r w:rsidRPr="00FB41F9">
                      <w:rPr>
                        <w:rStyle w:val="hps"/>
                        <w:b/>
                        <w:i/>
                        <w:sz w:val="28"/>
                        <w:szCs w:val="28"/>
                        <w:u w:val="single"/>
                        <w:shd w:val="clear" w:color="auto" w:fill="F5F5F5"/>
                      </w:rPr>
                      <w:t>STUDENT</w:t>
                    </w:r>
                    <w:r w:rsidR="00DB7566" w:rsidRPr="00FB41F9">
                      <w:rPr>
                        <w:rStyle w:val="hps"/>
                        <w:b/>
                        <w:i/>
                        <w:sz w:val="28"/>
                        <w:szCs w:val="28"/>
                        <w:u w:val="single"/>
                        <w:shd w:val="clear" w:color="auto" w:fill="F5F5F5"/>
                      </w:rPr>
                      <w:t>S</w:t>
                    </w:r>
                    <w:r>
                      <w:rPr>
                        <w:rStyle w:val="hps"/>
                        <w:b/>
                        <w:i/>
                        <w:sz w:val="28"/>
                        <w:szCs w:val="28"/>
                        <w:u w:val="single"/>
                        <w:shd w:val="clear" w:color="auto" w:fill="F5F5F5"/>
                        <w:lang w:val="sr-Cyrl-CS"/>
                      </w:rPr>
                      <w:t>`</w:t>
                    </w:r>
                    <w:r w:rsidR="00DB7566">
                      <w:rPr>
                        <w:rStyle w:val="hps"/>
                        <w:b/>
                        <w:i/>
                        <w:sz w:val="28"/>
                        <w:szCs w:val="28"/>
                        <w:u w:val="single"/>
                        <w:shd w:val="clear" w:color="auto" w:fill="F5F5F5"/>
                        <w:lang w:val="sr-Cyrl-CS"/>
                      </w:rPr>
                      <w:t xml:space="preserve"> </w:t>
                    </w:r>
                    <w:r w:rsidRPr="00FB41F9">
                      <w:rPr>
                        <w:rStyle w:val="hps"/>
                        <w:b/>
                        <w:i/>
                        <w:sz w:val="28"/>
                        <w:szCs w:val="28"/>
                        <w:u w:val="single"/>
                        <w:shd w:val="clear" w:color="auto" w:fill="F5F5F5"/>
                      </w:rPr>
                      <w:t>PARLIAMENT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91</w:t>
                    </w:r>
                  </w:p>
                  <w:p w:rsidR="005141AE" w:rsidRDefault="005141AE">
                    <w:pPr>
                      <w:rPr>
                        <w:sz w:val="26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e-mail </w:t>
                    </w:r>
                    <w:r w:rsidR="00FB41F9">
                      <w:rPr>
                        <w:i/>
                        <w:iCs/>
                        <w:sz w:val="22"/>
                        <w:lang w:val="en-US"/>
                      </w:rPr>
                      <w:t>predsednikparlamenta</w:t>
                    </w:r>
                    <w:r w:rsidR="004D6873">
                      <w:rPr>
                        <w:i/>
                        <w:iCs/>
                        <w:sz w:val="22"/>
                      </w:rPr>
                      <w:t>@filfak.ni.ac.rs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  <w:lang w:val="sr-Latn-RS" w:eastAsia="sr-Latn-RS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-36195</wp:posOffset>
              </wp:positionH>
              <wp:positionV relativeFrom="paragraph">
                <wp:posOffset>-12065</wp:posOffset>
              </wp:positionV>
              <wp:extent cx="3095625" cy="1166495"/>
              <wp:effectExtent l="1905" t="0" r="0" b="0"/>
              <wp:wrapTight wrapText="bothSides">
                <wp:wrapPolygon edited="0">
                  <wp:start x="-62" y="0"/>
                  <wp:lineTo x="-62" y="21424"/>
                  <wp:lineTo x="21600" y="21424"/>
                  <wp:lineTo x="21600" y="0"/>
                  <wp:lineTo x="-62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u w:val="single"/>
                              <w:lang w:val="sr-Cyrl-CS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FB41F9" w:rsidRPr="00FB41F9" w:rsidRDefault="00FB41F9">
                          <w:pPr>
                            <w:jc w:val="right"/>
                            <w:rPr>
                              <w:b/>
                              <w:i/>
                              <w:iCs/>
                              <w:spacing w:val="-2"/>
                              <w:sz w:val="28"/>
                              <w:szCs w:val="28"/>
                              <w:u w:val="single"/>
                              <w:lang w:val="sr-Cyrl-CS"/>
                            </w:rPr>
                          </w:pPr>
                          <w:r w:rsidRPr="00FB41F9">
                            <w:rPr>
                              <w:b/>
                              <w:i/>
                              <w:iCs/>
                              <w:spacing w:val="-2"/>
                              <w:sz w:val="28"/>
                              <w:szCs w:val="28"/>
                              <w:u w:val="single"/>
                              <w:lang w:val="sr-Cyrl-CS"/>
                            </w:rPr>
                            <w:t>СТУДЕНТСКИ ПАРЛАМЕНТ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FB41F9" w:rsidRDefault="00FB41F9" w:rsidP="00FB41F9">
                          <w:pPr>
                            <w:jc w:val="right"/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e-mail </w:t>
                          </w:r>
                          <w:r>
                            <w:rPr>
                              <w:i/>
                              <w:iCs/>
                              <w:sz w:val="22"/>
                              <w:lang w:val="en-US"/>
                            </w:rPr>
                            <w:t>predsednikparlamenta</w:t>
                          </w:r>
                          <w:r>
                            <w:rPr>
                              <w:i/>
                              <w:iCs/>
                              <w:sz w:val="22"/>
                            </w:rPr>
                            <w:t>@filfak.ni.ac.rs</w:t>
                          </w:r>
                        </w:p>
                        <w:p w:rsidR="005141AE" w:rsidRPr="00FB41F9" w:rsidRDefault="005141AE">
                          <w:pPr>
                            <w:jc w:val="right"/>
                            <w:rPr>
                              <w:i/>
                              <w:iCs/>
                              <w:sz w:val="22"/>
                              <w:szCs w:val="22"/>
                              <w:lang w:val="sr-Cyrl-CS"/>
                            </w:rPr>
                          </w:pPr>
                          <w:r w:rsidRPr="00FB41F9">
                            <w:rPr>
                              <w:i/>
                              <w:iCs/>
                              <w:sz w:val="22"/>
                              <w:szCs w:val="22"/>
                              <w:lang w:val="sr-Cyrl-CS"/>
                            </w:rPr>
                            <w:t xml:space="preserve"> 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-2.85pt;margin-top:-.95pt;width:243.75pt;height:91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" stroked="f">
              <v:textbox>
                <w:txbxContent>
                  <w:p w:rsidR="005141AE" w:rsidRDefault="005141AE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5141AE" w:rsidRDefault="005141AE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u w:val="single"/>
                        <w:lang w:val="sr-Cyrl-CS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FB41F9" w:rsidRPr="00FB41F9" w:rsidRDefault="00FB41F9">
                    <w:pPr>
                      <w:jc w:val="right"/>
                      <w:rPr>
                        <w:b/>
                        <w:i/>
                        <w:iCs/>
                        <w:spacing w:val="-2"/>
                        <w:sz w:val="28"/>
                        <w:szCs w:val="28"/>
                        <w:u w:val="single"/>
                        <w:lang w:val="sr-Cyrl-CS"/>
                      </w:rPr>
                    </w:pPr>
                    <w:r w:rsidRPr="00FB41F9">
                      <w:rPr>
                        <w:b/>
                        <w:i/>
                        <w:iCs/>
                        <w:spacing w:val="-2"/>
                        <w:sz w:val="28"/>
                        <w:szCs w:val="28"/>
                        <w:u w:val="single"/>
                        <w:lang w:val="sr-Cyrl-CS"/>
                      </w:rPr>
                      <w:t>СТУДЕНТСКИ ПАРЛАМЕНТ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Пош. фах 91</w:t>
                    </w:r>
                  </w:p>
                  <w:p w:rsidR="00FB41F9" w:rsidRDefault="00FB41F9" w:rsidP="00FB41F9">
                    <w:pPr>
                      <w:jc w:val="right"/>
                      <w:rPr>
                        <w:sz w:val="26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e-mail </w:t>
                    </w:r>
                    <w:r>
                      <w:rPr>
                        <w:i/>
                        <w:iCs/>
                        <w:sz w:val="22"/>
                        <w:lang w:val="en-US"/>
                      </w:rPr>
                      <w:t>predsednikparlamenta</w:t>
                    </w:r>
                    <w:r>
                      <w:rPr>
                        <w:i/>
                        <w:iCs/>
                        <w:sz w:val="22"/>
                      </w:rPr>
                      <w:t>@filfak.ni.ac.rs</w:t>
                    </w:r>
                  </w:p>
                  <w:p w:rsidR="005141AE" w:rsidRPr="00FB41F9" w:rsidRDefault="005141AE">
                    <w:pPr>
                      <w:jc w:val="right"/>
                      <w:rPr>
                        <w:i/>
                        <w:iCs/>
                        <w:sz w:val="22"/>
                        <w:szCs w:val="22"/>
                        <w:lang w:val="sr-Cyrl-CS"/>
                      </w:rPr>
                    </w:pPr>
                    <w:r w:rsidRPr="00FB41F9">
                      <w:rPr>
                        <w:i/>
                        <w:iCs/>
                        <w:sz w:val="22"/>
                        <w:szCs w:val="22"/>
                        <w:lang w:val="sr-Cyrl-CS"/>
                      </w:rPr>
                      <w:t xml:space="preserve"> </w:t>
                    </w:r>
                  </w:p>
                  <w:p w:rsidR="005141AE" w:rsidRDefault="005141AE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182D2A">
      <w:rPr>
        <w:noProof/>
        <w:sz w:val="20"/>
        <w:lang w:val="sr-Latn-RS" w:eastAsia="sr-Latn-R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1905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67DB"/>
    <w:multiLevelType w:val="hybridMultilevel"/>
    <w:tmpl w:val="2D5A3DD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12B0"/>
    <w:multiLevelType w:val="hybridMultilevel"/>
    <w:tmpl w:val="614E76B4"/>
    <w:lvl w:ilvl="0" w:tplc="909A0C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925F2"/>
    <w:multiLevelType w:val="hybridMultilevel"/>
    <w:tmpl w:val="05141FE0"/>
    <w:lvl w:ilvl="0" w:tplc="46EE9C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5297B6D"/>
    <w:multiLevelType w:val="hybridMultilevel"/>
    <w:tmpl w:val="ADE2682A"/>
    <w:lvl w:ilvl="0" w:tplc="241A000F">
      <w:start w:val="1"/>
      <w:numFmt w:val="decimal"/>
      <w:lvlText w:val="%1."/>
      <w:lvlJc w:val="left"/>
      <w:pPr>
        <w:ind w:left="2040" w:hanging="360"/>
      </w:pPr>
    </w:lvl>
    <w:lvl w:ilvl="1" w:tplc="241A0019" w:tentative="1">
      <w:start w:val="1"/>
      <w:numFmt w:val="lowerLetter"/>
      <w:lvlText w:val="%2."/>
      <w:lvlJc w:val="left"/>
      <w:pPr>
        <w:ind w:left="2760" w:hanging="360"/>
      </w:pPr>
    </w:lvl>
    <w:lvl w:ilvl="2" w:tplc="241A001B" w:tentative="1">
      <w:start w:val="1"/>
      <w:numFmt w:val="lowerRoman"/>
      <w:lvlText w:val="%3."/>
      <w:lvlJc w:val="right"/>
      <w:pPr>
        <w:ind w:left="3480" w:hanging="180"/>
      </w:pPr>
    </w:lvl>
    <w:lvl w:ilvl="3" w:tplc="241A000F" w:tentative="1">
      <w:start w:val="1"/>
      <w:numFmt w:val="decimal"/>
      <w:lvlText w:val="%4."/>
      <w:lvlJc w:val="left"/>
      <w:pPr>
        <w:ind w:left="4200" w:hanging="360"/>
      </w:pPr>
    </w:lvl>
    <w:lvl w:ilvl="4" w:tplc="241A0019" w:tentative="1">
      <w:start w:val="1"/>
      <w:numFmt w:val="lowerLetter"/>
      <w:lvlText w:val="%5."/>
      <w:lvlJc w:val="left"/>
      <w:pPr>
        <w:ind w:left="4920" w:hanging="360"/>
      </w:pPr>
    </w:lvl>
    <w:lvl w:ilvl="5" w:tplc="241A001B" w:tentative="1">
      <w:start w:val="1"/>
      <w:numFmt w:val="lowerRoman"/>
      <w:lvlText w:val="%6."/>
      <w:lvlJc w:val="right"/>
      <w:pPr>
        <w:ind w:left="5640" w:hanging="180"/>
      </w:pPr>
    </w:lvl>
    <w:lvl w:ilvl="6" w:tplc="241A000F" w:tentative="1">
      <w:start w:val="1"/>
      <w:numFmt w:val="decimal"/>
      <w:lvlText w:val="%7."/>
      <w:lvlJc w:val="left"/>
      <w:pPr>
        <w:ind w:left="6360" w:hanging="360"/>
      </w:pPr>
    </w:lvl>
    <w:lvl w:ilvl="7" w:tplc="241A0019" w:tentative="1">
      <w:start w:val="1"/>
      <w:numFmt w:val="lowerLetter"/>
      <w:lvlText w:val="%8."/>
      <w:lvlJc w:val="left"/>
      <w:pPr>
        <w:ind w:left="7080" w:hanging="360"/>
      </w:pPr>
    </w:lvl>
    <w:lvl w:ilvl="8" w:tplc="241A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4">
    <w:nsid w:val="1862257E"/>
    <w:multiLevelType w:val="hybridMultilevel"/>
    <w:tmpl w:val="BA468B7C"/>
    <w:lvl w:ilvl="0" w:tplc="72128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7A34F2"/>
    <w:multiLevelType w:val="hybridMultilevel"/>
    <w:tmpl w:val="73169F7A"/>
    <w:lvl w:ilvl="0" w:tplc="5A364C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593870"/>
    <w:multiLevelType w:val="hybridMultilevel"/>
    <w:tmpl w:val="CC742F5E"/>
    <w:lvl w:ilvl="0" w:tplc="1BB44E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356C83"/>
    <w:multiLevelType w:val="hybridMultilevel"/>
    <w:tmpl w:val="98E29912"/>
    <w:lvl w:ilvl="0" w:tplc="CE981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52704F"/>
    <w:multiLevelType w:val="hybridMultilevel"/>
    <w:tmpl w:val="A41C33D4"/>
    <w:lvl w:ilvl="0" w:tplc="D6ECBDB0">
      <w:start w:val="2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0D95EDC"/>
    <w:multiLevelType w:val="hybridMultilevel"/>
    <w:tmpl w:val="E3F03418"/>
    <w:lvl w:ilvl="0" w:tplc="C7E67460">
      <w:start w:val="2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A1B7C0C"/>
    <w:multiLevelType w:val="hybridMultilevel"/>
    <w:tmpl w:val="572A5F36"/>
    <w:lvl w:ilvl="0" w:tplc="B3D47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667045"/>
    <w:multiLevelType w:val="hybridMultilevel"/>
    <w:tmpl w:val="58C26CCE"/>
    <w:lvl w:ilvl="0" w:tplc="B1DCE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15B8F"/>
    <w:multiLevelType w:val="hybridMultilevel"/>
    <w:tmpl w:val="1F0C50F4"/>
    <w:lvl w:ilvl="0" w:tplc="917E3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248C7"/>
    <w:multiLevelType w:val="hybridMultilevel"/>
    <w:tmpl w:val="5C20BBF4"/>
    <w:lvl w:ilvl="0" w:tplc="241A000F">
      <w:start w:val="1"/>
      <w:numFmt w:val="decimal"/>
      <w:lvlText w:val="%1."/>
      <w:lvlJc w:val="left"/>
      <w:pPr>
        <w:ind w:left="2160" w:hanging="360"/>
      </w:pPr>
    </w:lvl>
    <w:lvl w:ilvl="1" w:tplc="241A0019" w:tentative="1">
      <w:start w:val="1"/>
      <w:numFmt w:val="lowerLetter"/>
      <w:lvlText w:val="%2."/>
      <w:lvlJc w:val="left"/>
      <w:pPr>
        <w:ind w:left="2880" w:hanging="360"/>
      </w:pPr>
    </w:lvl>
    <w:lvl w:ilvl="2" w:tplc="241A001B" w:tentative="1">
      <w:start w:val="1"/>
      <w:numFmt w:val="lowerRoman"/>
      <w:lvlText w:val="%3."/>
      <w:lvlJc w:val="right"/>
      <w:pPr>
        <w:ind w:left="3600" w:hanging="180"/>
      </w:pPr>
    </w:lvl>
    <w:lvl w:ilvl="3" w:tplc="241A000F" w:tentative="1">
      <w:start w:val="1"/>
      <w:numFmt w:val="decimal"/>
      <w:lvlText w:val="%4."/>
      <w:lvlJc w:val="left"/>
      <w:pPr>
        <w:ind w:left="4320" w:hanging="360"/>
      </w:pPr>
    </w:lvl>
    <w:lvl w:ilvl="4" w:tplc="241A0019" w:tentative="1">
      <w:start w:val="1"/>
      <w:numFmt w:val="lowerLetter"/>
      <w:lvlText w:val="%5."/>
      <w:lvlJc w:val="left"/>
      <w:pPr>
        <w:ind w:left="5040" w:hanging="360"/>
      </w:pPr>
    </w:lvl>
    <w:lvl w:ilvl="5" w:tplc="241A001B" w:tentative="1">
      <w:start w:val="1"/>
      <w:numFmt w:val="lowerRoman"/>
      <w:lvlText w:val="%6."/>
      <w:lvlJc w:val="right"/>
      <w:pPr>
        <w:ind w:left="5760" w:hanging="180"/>
      </w:pPr>
    </w:lvl>
    <w:lvl w:ilvl="6" w:tplc="241A000F" w:tentative="1">
      <w:start w:val="1"/>
      <w:numFmt w:val="decimal"/>
      <w:lvlText w:val="%7."/>
      <w:lvlJc w:val="left"/>
      <w:pPr>
        <w:ind w:left="6480" w:hanging="360"/>
      </w:pPr>
    </w:lvl>
    <w:lvl w:ilvl="7" w:tplc="241A0019" w:tentative="1">
      <w:start w:val="1"/>
      <w:numFmt w:val="lowerLetter"/>
      <w:lvlText w:val="%8."/>
      <w:lvlJc w:val="left"/>
      <w:pPr>
        <w:ind w:left="7200" w:hanging="360"/>
      </w:pPr>
    </w:lvl>
    <w:lvl w:ilvl="8" w:tplc="2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77D16337"/>
    <w:multiLevelType w:val="hybridMultilevel"/>
    <w:tmpl w:val="F252D6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13"/>
  </w:num>
  <w:num w:numId="7">
    <w:abstractNumId w:val="14"/>
  </w:num>
  <w:num w:numId="8">
    <w:abstractNumId w:val="0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12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73"/>
    <w:rsid w:val="00002E34"/>
    <w:rsid w:val="00002E95"/>
    <w:rsid w:val="00006206"/>
    <w:rsid w:val="00011954"/>
    <w:rsid w:val="00021015"/>
    <w:rsid w:val="00023A09"/>
    <w:rsid w:val="00032160"/>
    <w:rsid w:val="00036612"/>
    <w:rsid w:val="00047A71"/>
    <w:rsid w:val="00050007"/>
    <w:rsid w:val="000561A2"/>
    <w:rsid w:val="000C1D53"/>
    <w:rsid w:val="000D1BC2"/>
    <w:rsid w:val="000D2305"/>
    <w:rsid w:val="000D47C6"/>
    <w:rsid w:val="000E3AFE"/>
    <w:rsid w:val="000E4693"/>
    <w:rsid w:val="000F1128"/>
    <w:rsid w:val="0013056B"/>
    <w:rsid w:val="00153FB9"/>
    <w:rsid w:val="0015667E"/>
    <w:rsid w:val="00165C4E"/>
    <w:rsid w:val="00171C67"/>
    <w:rsid w:val="00172EF7"/>
    <w:rsid w:val="00172F9D"/>
    <w:rsid w:val="001775DC"/>
    <w:rsid w:val="00182D2A"/>
    <w:rsid w:val="001839FE"/>
    <w:rsid w:val="00184C26"/>
    <w:rsid w:val="00187960"/>
    <w:rsid w:val="001A713F"/>
    <w:rsid w:val="001E6C68"/>
    <w:rsid w:val="001E6EE0"/>
    <w:rsid w:val="001E7180"/>
    <w:rsid w:val="001F0980"/>
    <w:rsid w:val="001F51BF"/>
    <w:rsid w:val="002007CB"/>
    <w:rsid w:val="00203A0D"/>
    <w:rsid w:val="0021374E"/>
    <w:rsid w:val="00217933"/>
    <w:rsid w:val="00225985"/>
    <w:rsid w:val="0024163D"/>
    <w:rsid w:val="00264BB2"/>
    <w:rsid w:val="00273AE7"/>
    <w:rsid w:val="002751EC"/>
    <w:rsid w:val="002B6B59"/>
    <w:rsid w:val="002C57CF"/>
    <w:rsid w:val="002D012C"/>
    <w:rsid w:val="002E64B4"/>
    <w:rsid w:val="003039C2"/>
    <w:rsid w:val="003103E4"/>
    <w:rsid w:val="00314D93"/>
    <w:rsid w:val="0032201C"/>
    <w:rsid w:val="003374AD"/>
    <w:rsid w:val="00342152"/>
    <w:rsid w:val="003518C6"/>
    <w:rsid w:val="00352B94"/>
    <w:rsid w:val="003A34EF"/>
    <w:rsid w:val="003A3792"/>
    <w:rsid w:val="003B5A65"/>
    <w:rsid w:val="003C640D"/>
    <w:rsid w:val="003C6E2A"/>
    <w:rsid w:val="003D5DCC"/>
    <w:rsid w:val="003E3E7C"/>
    <w:rsid w:val="003E5B33"/>
    <w:rsid w:val="003F0A1A"/>
    <w:rsid w:val="003F15C1"/>
    <w:rsid w:val="003F3758"/>
    <w:rsid w:val="00402AB3"/>
    <w:rsid w:val="00415F89"/>
    <w:rsid w:val="0042013B"/>
    <w:rsid w:val="00423E4D"/>
    <w:rsid w:val="0044048A"/>
    <w:rsid w:val="0046163C"/>
    <w:rsid w:val="004624EC"/>
    <w:rsid w:val="004804B9"/>
    <w:rsid w:val="0048588C"/>
    <w:rsid w:val="004A0DF0"/>
    <w:rsid w:val="004C0F17"/>
    <w:rsid w:val="004C18E8"/>
    <w:rsid w:val="004D6873"/>
    <w:rsid w:val="004E0B70"/>
    <w:rsid w:val="004E46A6"/>
    <w:rsid w:val="004F749A"/>
    <w:rsid w:val="005049CF"/>
    <w:rsid w:val="00511727"/>
    <w:rsid w:val="0051205C"/>
    <w:rsid w:val="00513F7D"/>
    <w:rsid w:val="005141AE"/>
    <w:rsid w:val="00523503"/>
    <w:rsid w:val="00526ABA"/>
    <w:rsid w:val="005308E5"/>
    <w:rsid w:val="00531348"/>
    <w:rsid w:val="00532A62"/>
    <w:rsid w:val="00537552"/>
    <w:rsid w:val="00543063"/>
    <w:rsid w:val="0054338E"/>
    <w:rsid w:val="00550BFA"/>
    <w:rsid w:val="00553B8B"/>
    <w:rsid w:val="005551FC"/>
    <w:rsid w:val="00561380"/>
    <w:rsid w:val="005613D1"/>
    <w:rsid w:val="00570E89"/>
    <w:rsid w:val="00573DDE"/>
    <w:rsid w:val="00580D6E"/>
    <w:rsid w:val="00580D9B"/>
    <w:rsid w:val="00582EEC"/>
    <w:rsid w:val="0059015C"/>
    <w:rsid w:val="00591553"/>
    <w:rsid w:val="00592637"/>
    <w:rsid w:val="00595F2B"/>
    <w:rsid w:val="005A5F19"/>
    <w:rsid w:val="005B2C57"/>
    <w:rsid w:val="005B5768"/>
    <w:rsid w:val="005C233E"/>
    <w:rsid w:val="005C43A7"/>
    <w:rsid w:val="005C5068"/>
    <w:rsid w:val="005C57F0"/>
    <w:rsid w:val="005D21CA"/>
    <w:rsid w:val="005D7202"/>
    <w:rsid w:val="005E43E9"/>
    <w:rsid w:val="005F7D0B"/>
    <w:rsid w:val="0060669D"/>
    <w:rsid w:val="00635C48"/>
    <w:rsid w:val="006433EE"/>
    <w:rsid w:val="00643E1E"/>
    <w:rsid w:val="0065101C"/>
    <w:rsid w:val="00660619"/>
    <w:rsid w:val="00661720"/>
    <w:rsid w:val="006669B5"/>
    <w:rsid w:val="00680115"/>
    <w:rsid w:val="006822C4"/>
    <w:rsid w:val="006B7E89"/>
    <w:rsid w:val="006D46F1"/>
    <w:rsid w:val="006E228A"/>
    <w:rsid w:val="006E2E69"/>
    <w:rsid w:val="006E3063"/>
    <w:rsid w:val="006E6376"/>
    <w:rsid w:val="006F7AE4"/>
    <w:rsid w:val="00726111"/>
    <w:rsid w:val="00727642"/>
    <w:rsid w:val="00742DF8"/>
    <w:rsid w:val="0075075A"/>
    <w:rsid w:val="0075404A"/>
    <w:rsid w:val="00763882"/>
    <w:rsid w:val="00775C39"/>
    <w:rsid w:val="0077613D"/>
    <w:rsid w:val="00785BB6"/>
    <w:rsid w:val="00796BEF"/>
    <w:rsid w:val="007A05AC"/>
    <w:rsid w:val="007A36A2"/>
    <w:rsid w:val="007B4393"/>
    <w:rsid w:val="007D4AC1"/>
    <w:rsid w:val="007E7382"/>
    <w:rsid w:val="00807DEF"/>
    <w:rsid w:val="008145AB"/>
    <w:rsid w:val="00814783"/>
    <w:rsid w:val="00817013"/>
    <w:rsid w:val="00823996"/>
    <w:rsid w:val="0083734D"/>
    <w:rsid w:val="00846638"/>
    <w:rsid w:val="00850D3F"/>
    <w:rsid w:val="00855847"/>
    <w:rsid w:val="00865B5F"/>
    <w:rsid w:val="00882CE1"/>
    <w:rsid w:val="0088418A"/>
    <w:rsid w:val="0088465F"/>
    <w:rsid w:val="008856DB"/>
    <w:rsid w:val="008A514C"/>
    <w:rsid w:val="008A68F2"/>
    <w:rsid w:val="008A6D70"/>
    <w:rsid w:val="008B086F"/>
    <w:rsid w:val="008B7652"/>
    <w:rsid w:val="008C1DAF"/>
    <w:rsid w:val="008C33A5"/>
    <w:rsid w:val="008D2D6D"/>
    <w:rsid w:val="008E044E"/>
    <w:rsid w:val="008E66E7"/>
    <w:rsid w:val="008F0E08"/>
    <w:rsid w:val="008F7474"/>
    <w:rsid w:val="0091500F"/>
    <w:rsid w:val="009467BC"/>
    <w:rsid w:val="009536F0"/>
    <w:rsid w:val="009540BD"/>
    <w:rsid w:val="00957E92"/>
    <w:rsid w:val="00976207"/>
    <w:rsid w:val="00976464"/>
    <w:rsid w:val="00976FD1"/>
    <w:rsid w:val="00981BFD"/>
    <w:rsid w:val="009853B5"/>
    <w:rsid w:val="009A0E0F"/>
    <w:rsid w:val="009B1F80"/>
    <w:rsid w:val="009D016C"/>
    <w:rsid w:val="009D0696"/>
    <w:rsid w:val="009D1751"/>
    <w:rsid w:val="009D763A"/>
    <w:rsid w:val="009E56DF"/>
    <w:rsid w:val="009E7224"/>
    <w:rsid w:val="00A34F56"/>
    <w:rsid w:val="00A35088"/>
    <w:rsid w:val="00A45C62"/>
    <w:rsid w:val="00A54EDB"/>
    <w:rsid w:val="00A554D4"/>
    <w:rsid w:val="00A676F7"/>
    <w:rsid w:val="00A7051B"/>
    <w:rsid w:val="00A74717"/>
    <w:rsid w:val="00A91E37"/>
    <w:rsid w:val="00AA1733"/>
    <w:rsid w:val="00AA3C90"/>
    <w:rsid w:val="00AA4F8B"/>
    <w:rsid w:val="00AC4AE3"/>
    <w:rsid w:val="00AC78E0"/>
    <w:rsid w:val="00AE70A6"/>
    <w:rsid w:val="00AF51F9"/>
    <w:rsid w:val="00B02E10"/>
    <w:rsid w:val="00B11780"/>
    <w:rsid w:val="00B415A9"/>
    <w:rsid w:val="00B9290F"/>
    <w:rsid w:val="00BA1987"/>
    <w:rsid w:val="00BA35C1"/>
    <w:rsid w:val="00BA3C98"/>
    <w:rsid w:val="00BA749F"/>
    <w:rsid w:val="00BB0F76"/>
    <w:rsid w:val="00BB13B1"/>
    <w:rsid w:val="00BB3DA0"/>
    <w:rsid w:val="00BC2931"/>
    <w:rsid w:val="00BE20DC"/>
    <w:rsid w:val="00BE41EF"/>
    <w:rsid w:val="00BF210C"/>
    <w:rsid w:val="00BF3602"/>
    <w:rsid w:val="00BF43A8"/>
    <w:rsid w:val="00BF7E29"/>
    <w:rsid w:val="00C00D9A"/>
    <w:rsid w:val="00C02090"/>
    <w:rsid w:val="00C071AE"/>
    <w:rsid w:val="00C202F7"/>
    <w:rsid w:val="00C27FDC"/>
    <w:rsid w:val="00C30F78"/>
    <w:rsid w:val="00C338D7"/>
    <w:rsid w:val="00C42ABA"/>
    <w:rsid w:val="00C52365"/>
    <w:rsid w:val="00C74579"/>
    <w:rsid w:val="00C77592"/>
    <w:rsid w:val="00C9001D"/>
    <w:rsid w:val="00CA4AF6"/>
    <w:rsid w:val="00CC2890"/>
    <w:rsid w:val="00CC762B"/>
    <w:rsid w:val="00CD0897"/>
    <w:rsid w:val="00CD1E5D"/>
    <w:rsid w:val="00CE1791"/>
    <w:rsid w:val="00CE4BA8"/>
    <w:rsid w:val="00CE4D30"/>
    <w:rsid w:val="00CE56B2"/>
    <w:rsid w:val="00CF10C4"/>
    <w:rsid w:val="00CF1730"/>
    <w:rsid w:val="00CF3DCE"/>
    <w:rsid w:val="00D0798B"/>
    <w:rsid w:val="00D139F5"/>
    <w:rsid w:val="00D311B2"/>
    <w:rsid w:val="00D36908"/>
    <w:rsid w:val="00D415F2"/>
    <w:rsid w:val="00D469A4"/>
    <w:rsid w:val="00D53F8F"/>
    <w:rsid w:val="00D7161D"/>
    <w:rsid w:val="00D71F72"/>
    <w:rsid w:val="00D94EA2"/>
    <w:rsid w:val="00DB63D1"/>
    <w:rsid w:val="00DB7566"/>
    <w:rsid w:val="00DD18CD"/>
    <w:rsid w:val="00DE6E9D"/>
    <w:rsid w:val="00DF0E8D"/>
    <w:rsid w:val="00DF233A"/>
    <w:rsid w:val="00E04909"/>
    <w:rsid w:val="00E224EC"/>
    <w:rsid w:val="00E239CB"/>
    <w:rsid w:val="00E42627"/>
    <w:rsid w:val="00E43EF9"/>
    <w:rsid w:val="00E63B55"/>
    <w:rsid w:val="00E818E2"/>
    <w:rsid w:val="00E81B40"/>
    <w:rsid w:val="00E87A95"/>
    <w:rsid w:val="00E93C96"/>
    <w:rsid w:val="00E94242"/>
    <w:rsid w:val="00E956AD"/>
    <w:rsid w:val="00EA4371"/>
    <w:rsid w:val="00EC1644"/>
    <w:rsid w:val="00ED28C3"/>
    <w:rsid w:val="00EF795A"/>
    <w:rsid w:val="00F047BB"/>
    <w:rsid w:val="00F13D9E"/>
    <w:rsid w:val="00F23B03"/>
    <w:rsid w:val="00F4136C"/>
    <w:rsid w:val="00F449A0"/>
    <w:rsid w:val="00F524CE"/>
    <w:rsid w:val="00F5670B"/>
    <w:rsid w:val="00F572B2"/>
    <w:rsid w:val="00F5792C"/>
    <w:rsid w:val="00F6794A"/>
    <w:rsid w:val="00F838C4"/>
    <w:rsid w:val="00F92B35"/>
    <w:rsid w:val="00F954B6"/>
    <w:rsid w:val="00F9698D"/>
    <w:rsid w:val="00FA10DE"/>
    <w:rsid w:val="00FA13FB"/>
    <w:rsid w:val="00FA5E34"/>
    <w:rsid w:val="00FB2A75"/>
    <w:rsid w:val="00FB41F9"/>
    <w:rsid w:val="00FB6CF1"/>
    <w:rsid w:val="00FB772F"/>
    <w:rsid w:val="00FC2D6A"/>
    <w:rsid w:val="00FD3651"/>
    <w:rsid w:val="00FE553B"/>
    <w:rsid w:val="00FF0E45"/>
    <w:rsid w:val="00FF2958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D47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FB41F9"/>
    <w:rPr>
      <w:color w:val="0000FF"/>
      <w:u w:val="single"/>
    </w:rPr>
  </w:style>
  <w:style w:type="character" w:customStyle="1" w:styleId="hps">
    <w:name w:val="hps"/>
    <w:basedOn w:val="DefaultParagraphFont"/>
    <w:rsid w:val="00FB41F9"/>
  </w:style>
  <w:style w:type="character" w:customStyle="1" w:styleId="apple-converted-space">
    <w:name w:val="apple-converted-space"/>
    <w:basedOn w:val="DefaultParagraphFont"/>
    <w:rsid w:val="00FB41F9"/>
  </w:style>
  <w:style w:type="paragraph" w:styleId="BalloonText">
    <w:name w:val="Balloon Text"/>
    <w:basedOn w:val="Normal"/>
    <w:semiHidden/>
    <w:rsid w:val="00796BEF"/>
    <w:rPr>
      <w:rFonts w:ascii="Tahoma" w:hAnsi="Tahoma" w:cs="Tahoma"/>
      <w:sz w:val="16"/>
      <w:szCs w:val="16"/>
    </w:rPr>
  </w:style>
  <w:style w:type="character" w:customStyle="1" w:styleId="titreck">
    <w:name w:val="titreck"/>
    <w:basedOn w:val="DefaultParagraphFont"/>
    <w:rsid w:val="004E46A6"/>
  </w:style>
  <w:style w:type="paragraph" w:styleId="ListParagraph">
    <w:name w:val="List Paragraph"/>
    <w:basedOn w:val="Normal"/>
    <w:uiPriority w:val="34"/>
    <w:qFormat/>
    <w:rsid w:val="003D5DCC"/>
    <w:pPr>
      <w:ind w:left="708"/>
    </w:pPr>
  </w:style>
  <w:style w:type="character" w:customStyle="1" w:styleId="Heading2Char">
    <w:name w:val="Heading 2 Char"/>
    <w:link w:val="Heading2"/>
    <w:uiPriority w:val="9"/>
    <w:rsid w:val="000D47C6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0D47C6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D47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D47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FB41F9"/>
    <w:rPr>
      <w:color w:val="0000FF"/>
      <w:u w:val="single"/>
    </w:rPr>
  </w:style>
  <w:style w:type="character" w:customStyle="1" w:styleId="hps">
    <w:name w:val="hps"/>
    <w:basedOn w:val="DefaultParagraphFont"/>
    <w:rsid w:val="00FB41F9"/>
  </w:style>
  <w:style w:type="character" w:customStyle="1" w:styleId="apple-converted-space">
    <w:name w:val="apple-converted-space"/>
    <w:basedOn w:val="DefaultParagraphFont"/>
    <w:rsid w:val="00FB41F9"/>
  </w:style>
  <w:style w:type="paragraph" w:styleId="BalloonText">
    <w:name w:val="Balloon Text"/>
    <w:basedOn w:val="Normal"/>
    <w:semiHidden/>
    <w:rsid w:val="00796BEF"/>
    <w:rPr>
      <w:rFonts w:ascii="Tahoma" w:hAnsi="Tahoma" w:cs="Tahoma"/>
      <w:sz w:val="16"/>
      <w:szCs w:val="16"/>
    </w:rPr>
  </w:style>
  <w:style w:type="character" w:customStyle="1" w:styleId="titreck">
    <w:name w:val="titreck"/>
    <w:basedOn w:val="DefaultParagraphFont"/>
    <w:rsid w:val="004E46A6"/>
  </w:style>
  <w:style w:type="paragraph" w:styleId="ListParagraph">
    <w:name w:val="List Paragraph"/>
    <w:basedOn w:val="Normal"/>
    <w:uiPriority w:val="34"/>
    <w:qFormat/>
    <w:rsid w:val="003D5DCC"/>
    <w:pPr>
      <w:ind w:left="708"/>
    </w:pPr>
  </w:style>
  <w:style w:type="character" w:customStyle="1" w:styleId="Heading2Char">
    <w:name w:val="Heading 2 Char"/>
    <w:link w:val="Heading2"/>
    <w:uiPriority w:val="9"/>
    <w:rsid w:val="000D47C6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0D47C6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D47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</dc:creator>
  <cp:lastModifiedBy>Bogdan</cp:lastModifiedBy>
  <cp:revision>2</cp:revision>
  <cp:lastPrinted>2020-02-13T12:05:00Z</cp:lastPrinted>
  <dcterms:created xsi:type="dcterms:W3CDTF">2020-04-27T20:33:00Z</dcterms:created>
  <dcterms:modified xsi:type="dcterms:W3CDTF">2020-04-27T20:33:00Z</dcterms:modified>
</cp:coreProperties>
</file>